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BC1D05" w14:textId="77777777" w:rsidR="003A0E6D" w:rsidRPr="0039186A" w:rsidRDefault="00611C9F" w:rsidP="003A0E6D">
      <w:pPr>
        <w:pStyle w:val="a3"/>
        <w:wordWrap/>
        <w:spacing w:line="240" w:lineRule="auto"/>
        <w:rPr>
          <w:rFonts w:ascii="ＭＳ 明朝" w:hAnsi="ＭＳ 明朝"/>
          <w:sz w:val="22"/>
          <w:szCs w:val="22"/>
        </w:rPr>
      </w:pPr>
      <w:r w:rsidRPr="0039186A">
        <w:rPr>
          <w:rFonts w:ascii="ＭＳ 明朝" w:hAnsi="ＭＳ 明朝" w:hint="eastAsia"/>
          <w:sz w:val="22"/>
          <w:szCs w:val="22"/>
        </w:rPr>
        <w:t>様式第１</w:t>
      </w:r>
      <w:r w:rsidR="0051156F" w:rsidRPr="0039186A">
        <w:rPr>
          <w:rFonts w:ascii="ＭＳ 明朝" w:hAnsi="ＭＳ 明朝" w:hint="eastAsia"/>
          <w:sz w:val="22"/>
          <w:szCs w:val="22"/>
        </w:rPr>
        <w:t>号</w:t>
      </w:r>
    </w:p>
    <w:p w14:paraId="39B2117F" w14:textId="77777777" w:rsidR="003A0E6D" w:rsidRPr="0039186A" w:rsidRDefault="003A0E6D" w:rsidP="00AA6EFF">
      <w:pPr>
        <w:pStyle w:val="a3"/>
        <w:spacing w:line="240" w:lineRule="auto"/>
        <w:rPr>
          <w:rFonts w:ascii="ＭＳ 明朝" w:hAnsi="ＭＳ 明朝"/>
          <w:sz w:val="22"/>
          <w:szCs w:val="22"/>
        </w:rPr>
      </w:pPr>
    </w:p>
    <w:p w14:paraId="7F561651" w14:textId="77777777" w:rsidR="003A0E6D" w:rsidRPr="0039186A" w:rsidRDefault="0051156F" w:rsidP="00C15DCF">
      <w:pPr>
        <w:pStyle w:val="a3"/>
        <w:spacing w:line="240" w:lineRule="auto"/>
        <w:jc w:val="right"/>
        <w:rPr>
          <w:rFonts w:ascii="ＭＳ 明朝" w:hAnsi="ＭＳ 明朝"/>
          <w:sz w:val="22"/>
          <w:szCs w:val="22"/>
        </w:rPr>
      </w:pPr>
      <w:r w:rsidRPr="0039186A">
        <w:rPr>
          <w:rFonts w:ascii="ＭＳ 明朝" w:hAnsi="ＭＳ 明朝"/>
          <w:sz w:val="22"/>
          <w:szCs w:val="22"/>
        </w:rPr>
        <w:t xml:space="preserve">                                               </w:t>
      </w:r>
      <w:r w:rsidRPr="0039186A">
        <w:rPr>
          <w:rFonts w:ascii="ＭＳ 明朝" w:hAnsi="ＭＳ 明朝" w:hint="eastAsia"/>
          <w:sz w:val="22"/>
          <w:szCs w:val="22"/>
        </w:rPr>
        <w:t xml:space="preserve">　</w:t>
      </w:r>
      <w:r w:rsidR="00611C9F" w:rsidRPr="0039186A">
        <w:rPr>
          <w:rFonts w:ascii="ＭＳ 明朝" w:hAnsi="ＭＳ 明朝" w:hint="eastAsia"/>
          <w:sz w:val="22"/>
          <w:szCs w:val="22"/>
        </w:rPr>
        <w:t>令和</w:t>
      </w:r>
      <w:r w:rsidR="00554BAA" w:rsidRPr="0039186A">
        <w:rPr>
          <w:rFonts w:ascii="ＭＳ 明朝" w:hAnsi="ＭＳ 明朝" w:hint="eastAsia"/>
          <w:sz w:val="22"/>
          <w:szCs w:val="22"/>
        </w:rPr>
        <w:t xml:space="preserve">　</w:t>
      </w:r>
      <w:r w:rsidRPr="0039186A">
        <w:rPr>
          <w:rFonts w:ascii="ＭＳ 明朝" w:hAnsi="ＭＳ 明朝" w:hint="eastAsia"/>
          <w:sz w:val="22"/>
          <w:szCs w:val="22"/>
        </w:rPr>
        <w:t xml:space="preserve">  年　　月　　日</w:t>
      </w:r>
    </w:p>
    <w:p w14:paraId="24A311D2" w14:textId="77777777" w:rsidR="003A0E6D" w:rsidRPr="0039186A" w:rsidRDefault="003A0E6D" w:rsidP="00AA6EFF">
      <w:pPr>
        <w:pStyle w:val="a3"/>
        <w:spacing w:line="240" w:lineRule="auto"/>
        <w:rPr>
          <w:rFonts w:ascii="ＭＳ 明朝" w:hAnsi="ＭＳ 明朝"/>
          <w:sz w:val="22"/>
          <w:szCs w:val="22"/>
        </w:rPr>
      </w:pPr>
    </w:p>
    <w:p w14:paraId="1EEF6A73" w14:textId="77777777" w:rsidR="003A0E6D" w:rsidRPr="0039186A" w:rsidRDefault="00C15DCF" w:rsidP="00AA6EFF">
      <w:pPr>
        <w:pStyle w:val="a3"/>
        <w:spacing w:line="240" w:lineRule="auto"/>
        <w:rPr>
          <w:rFonts w:ascii="ＭＳ 明朝" w:hAnsi="ＭＳ 明朝"/>
          <w:sz w:val="22"/>
          <w:szCs w:val="22"/>
        </w:rPr>
      </w:pPr>
      <w:r w:rsidRPr="0039186A">
        <w:rPr>
          <w:rFonts w:ascii="ＭＳ 明朝" w:hAnsi="ＭＳ 明朝" w:hint="eastAsia"/>
          <w:sz w:val="22"/>
          <w:szCs w:val="22"/>
        </w:rPr>
        <w:t xml:space="preserve">岡山県知事　</w:t>
      </w:r>
      <w:r w:rsidR="0051156F" w:rsidRPr="0039186A">
        <w:rPr>
          <w:rFonts w:ascii="ＭＳ 明朝" w:hAnsi="ＭＳ 明朝" w:hint="eastAsia"/>
          <w:sz w:val="22"/>
          <w:szCs w:val="22"/>
        </w:rPr>
        <w:t xml:space="preserve">殿　</w:t>
      </w:r>
    </w:p>
    <w:p w14:paraId="61D38A5A" w14:textId="77777777" w:rsidR="00C15DCF" w:rsidRPr="0039186A" w:rsidRDefault="00C15DCF" w:rsidP="00C15DCF">
      <w:pPr>
        <w:rPr>
          <w:rFonts w:ascii="ＭＳ 明朝" w:hAnsi="ＭＳ 明朝"/>
          <w:sz w:val="22"/>
        </w:rPr>
      </w:pPr>
    </w:p>
    <w:p w14:paraId="4569483C" w14:textId="77777777" w:rsidR="0039186A" w:rsidRPr="0039186A" w:rsidRDefault="0039186A" w:rsidP="0039186A">
      <w:pPr>
        <w:ind w:firstLineChars="2160" w:firstLine="4536"/>
        <w:rPr>
          <w:rFonts w:asciiTheme="minorEastAsia" w:hAnsiTheme="minorEastAsia"/>
          <w:szCs w:val="21"/>
        </w:rPr>
      </w:pPr>
      <w:r w:rsidRPr="0039186A">
        <w:rPr>
          <w:rFonts w:asciiTheme="minorEastAsia" w:hAnsiTheme="minorEastAsia" w:hint="eastAsia"/>
          <w:szCs w:val="21"/>
        </w:rPr>
        <w:t>（申請者）</w:t>
      </w:r>
    </w:p>
    <w:tbl>
      <w:tblPr>
        <w:tblStyle w:val="aa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965"/>
      </w:tblGrid>
      <w:tr w:rsidR="0039186A" w:rsidRPr="0039186A" w14:paraId="6822563B" w14:textId="77777777" w:rsidTr="00010686">
        <w:tc>
          <w:tcPr>
            <w:tcW w:w="1985" w:type="dxa"/>
            <w:tcBorders>
              <w:bottom w:val="single" w:sz="4" w:space="0" w:color="auto"/>
            </w:tcBorders>
          </w:tcPr>
          <w:p w14:paraId="73050C72" w14:textId="77777777" w:rsidR="0039186A" w:rsidRPr="0039186A" w:rsidRDefault="0039186A" w:rsidP="00010686">
            <w:pPr>
              <w:rPr>
                <w:rFonts w:asciiTheme="minorEastAsia" w:hAnsiTheme="minorEastAsia"/>
                <w:szCs w:val="21"/>
              </w:rPr>
            </w:pPr>
            <w:r w:rsidRPr="0039186A">
              <w:rPr>
                <w:rFonts w:asciiTheme="minorEastAsia" w:hAnsiTheme="minorEastAsia" w:hint="eastAsia"/>
                <w:spacing w:val="271"/>
                <w:kern w:val="0"/>
                <w:szCs w:val="21"/>
                <w:fitText w:val="1712" w:id="-735819264"/>
              </w:rPr>
              <w:t>所在</w:t>
            </w:r>
            <w:r w:rsidRPr="0039186A">
              <w:rPr>
                <w:rFonts w:asciiTheme="minorEastAsia" w:hAnsiTheme="minorEastAsia" w:hint="eastAsia"/>
                <w:spacing w:val="-1"/>
                <w:kern w:val="0"/>
                <w:szCs w:val="21"/>
                <w:fitText w:val="1712" w:id="-735819264"/>
              </w:rPr>
              <w:t>地</w:t>
            </w:r>
          </w:p>
        </w:tc>
        <w:tc>
          <w:tcPr>
            <w:tcW w:w="2965" w:type="dxa"/>
            <w:tcBorders>
              <w:bottom w:val="single" w:sz="4" w:space="0" w:color="auto"/>
            </w:tcBorders>
          </w:tcPr>
          <w:p w14:paraId="23BB6BC6" w14:textId="28DF222F" w:rsidR="0039186A" w:rsidRPr="0039186A" w:rsidRDefault="0039186A" w:rsidP="0001068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9186A" w:rsidRPr="0039186A" w14:paraId="081D541D" w14:textId="77777777" w:rsidTr="00010686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8530455" w14:textId="77777777" w:rsidR="0039186A" w:rsidRPr="0039186A" w:rsidRDefault="0039186A" w:rsidP="00010686">
            <w:pPr>
              <w:rPr>
                <w:rFonts w:asciiTheme="minorEastAsia" w:hAnsiTheme="minorEastAsia"/>
                <w:szCs w:val="21"/>
              </w:rPr>
            </w:pPr>
            <w:r w:rsidRPr="0039186A">
              <w:rPr>
                <w:rFonts w:asciiTheme="minorEastAsia" w:hAnsiTheme="minorEastAsia" w:hint="eastAsia"/>
                <w:spacing w:val="4"/>
                <w:kern w:val="0"/>
                <w:szCs w:val="21"/>
                <w:fitText w:val="1712" w:id="-735819263"/>
              </w:rPr>
              <w:t>屋号または法人</w:t>
            </w:r>
            <w:r w:rsidRPr="0039186A">
              <w:rPr>
                <w:rFonts w:asciiTheme="minorEastAsia" w:hAnsiTheme="minorEastAsia" w:hint="eastAsia"/>
                <w:spacing w:val="-11"/>
                <w:kern w:val="0"/>
                <w:szCs w:val="21"/>
                <w:fitText w:val="1712" w:id="-735819263"/>
              </w:rPr>
              <w:t>名</w:t>
            </w: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auto"/>
            </w:tcBorders>
          </w:tcPr>
          <w:p w14:paraId="73D9DDC2" w14:textId="4D9A4388" w:rsidR="0039186A" w:rsidRPr="0039186A" w:rsidRDefault="0039186A" w:rsidP="0001068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9186A" w:rsidRPr="0039186A" w14:paraId="363B254D" w14:textId="77777777" w:rsidTr="00010686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830A118" w14:textId="77777777" w:rsidR="0039186A" w:rsidRPr="0039186A" w:rsidRDefault="0039186A" w:rsidP="00010686">
            <w:pPr>
              <w:rPr>
                <w:rFonts w:asciiTheme="minorEastAsia" w:hAnsiTheme="minorEastAsia"/>
                <w:szCs w:val="21"/>
              </w:rPr>
            </w:pPr>
            <w:r w:rsidRPr="0039186A">
              <w:rPr>
                <w:rFonts w:asciiTheme="minorEastAsia" w:hAnsiTheme="minorEastAsia" w:hint="eastAsia"/>
                <w:spacing w:val="45"/>
                <w:kern w:val="0"/>
                <w:szCs w:val="21"/>
                <w:fitText w:val="1712" w:id="-735819262"/>
              </w:rPr>
              <w:t>代表者職氏</w:t>
            </w:r>
            <w:r w:rsidRPr="0039186A">
              <w:rPr>
                <w:rFonts w:asciiTheme="minorEastAsia" w:hAnsiTheme="minorEastAsia" w:hint="eastAsia"/>
                <w:spacing w:val="1"/>
                <w:kern w:val="0"/>
                <w:szCs w:val="21"/>
                <w:fitText w:val="1712" w:id="-735819262"/>
              </w:rPr>
              <w:t>名</w:t>
            </w: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auto"/>
            </w:tcBorders>
          </w:tcPr>
          <w:p w14:paraId="2CA0F747" w14:textId="588060DA" w:rsidR="0039186A" w:rsidRPr="0039186A" w:rsidRDefault="0039186A" w:rsidP="00010686">
            <w:pPr>
              <w:rPr>
                <w:rFonts w:asciiTheme="minorEastAsia" w:hAnsiTheme="minorEastAsia" w:hint="eastAsia"/>
                <w:szCs w:val="21"/>
              </w:rPr>
            </w:pPr>
          </w:p>
        </w:tc>
      </w:tr>
    </w:tbl>
    <w:p w14:paraId="1D9EC061" w14:textId="77777777" w:rsidR="00C15DCF" w:rsidRPr="0039186A" w:rsidRDefault="00C15DCF" w:rsidP="00C15DCF">
      <w:pPr>
        <w:rPr>
          <w:rFonts w:ascii="ＭＳ 明朝" w:hAnsi="ＭＳ 明朝"/>
          <w:sz w:val="22"/>
        </w:rPr>
      </w:pPr>
    </w:p>
    <w:p w14:paraId="6E4717D6" w14:textId="77777777" w:rsidR="003A0E6D" w:rsidRPr="0039186A" w:rsidRDefault="00C15DCF" w:rsidP="00AA6EFF">
      <w:pPr>
        <w:pStyle w:val="a3"/>
        <w:spacing w:line="240" w:lineRule="auto"/>
        <w:jc w:val="center"/>
        <w:rPr>
          <w:rFonts w:ascii="ＭＳ 明朝" w:hAnsi="ＭＳ 明朝"/>
          <w:spacing w:val="0"/>
          <w:sz w:val="22"/>
          <w:szCs w:val="22"/>
        </w:rPr>
      </w:pPr>
      <w:r w:rsidRPr="0039186A">
        <w:rPr>
          <w:rFonts w:ascii="ＭＳ 明朝" w:hAnsi="ＭＳ 明朝" w:hint="eastAsia"/>
          <w:spacing w:val="0"/>
          <w:sz w:val="22"/>
          <w:szCs w:val="22"/>
        </w:rPr>
        <w:t>岡山県地域課題解決型起業支援金に係る</w:t>
      </w:r>
      <w:r w:rsidR="0051156F" w:rsidRPr="0039186A">
        <w:rPr>
          <w:rFonts w:ascii="ＭＳ 明朝" w:hAnsi="ＭＳ 明朝" w:hint="eastAsia"/>
          <w:spacing w:val="0"/>
          <w:sz w:val="22"/>
          <w:szCs w:val="22"/>
        </w:rPr>
        <w:t>事前着手届</w:t>
      </w:r>
    </w:p>
    <w:p w14:paraId="386A5B56" w14:textId="77777777" w:rsidR="003A0E6D" w:rsidRPr="0039186A" w:rsidRDefault="003A0E6D" w:rsidP="00AA6EFF">
      <w:pPr>
        <w:pStyle w:val="a3"/>
        <w:spacing w:line="240" w:lineRule="auto"/>
        <w:rPr>
          <w:rFonts w:ascii="ＭＳ 明朝" w:hAnsi="ＭＳ 明朝"/>
          <w:spacing w:val="0"/>
          <w:sz w:val="22"/>
          <w:szCs w:val="22"/>
        </w:rPr>
      </w:pPr>
    </w:p>
    <w:p w14:paraId="633ECFFA" w14:textId="77777777" w:rsidR="003A0E6D" w:rsidRPr="0039186A" w:rsidRDefault="00C15DCF" w:rsidP="00AA6EFF">
      <w:pPr>
        <w:pStyle w:val="a3"/>
        <w:spacing w:line="240" w:lineRule="auto"/>
        <w:ind w:firstLineChars="100" w:firstLine="220"/>
        <w:rPr>
          <w:rFonts w:ascii="ＭＳ 明朝" w:hAnsi="ＭＳ 明朝"/>
          <w:spacing w:val="0"/>
          <w:sz w:val="22"/>
          <w:szCs w:val="22"/>
        </w:rPr>
      </w:pPr>
      <w:r w:rsidRPr="0039186A">
        <w:rPr>
          <w:rFonts w:ascii="ＭＳ 明朝" w:hAnsi="ＭＳ 明朝" w:hint="eastAsia"/>
          <w:spacing w:val="0"/>
          <w:sz w:val="22"/>
          <w:szCs w:val="22"/>
        </w:rPr>
        <w:t>岡山県地域課題解決型起業支援金</w:t>
      </w:r>
      <w:r w:rsidR="00F06976" w:rsidRPr="0039186A">
        <w:rPr>
          <w:rFonts w:ascii="ＭＳ 明朝" w:hAnsi="ＭＳ 明朝" w:hint="eastAsia"/>
          <w:spacing w:val="0"/>
          <w:sz w:val="22"/>
          <w:szCs w:val="22"/>
        </w:rPr>
        <w:t>交付要綱第</w:t>
      </w:r>
      <w:r w:rsidR="005F663F" w:rsidRPr="0039186A">
        <w:rPr>
          <w:rFonts w:ascii="ＭＳ 明朝" w:hAnsi="ＭＳ 明朝" w:hint="eastAsia"/>
          <w:spacing w:val="0"/>
          <w:sz w:val="22"/>
          <w:szCs w:val="22"/>
        </w:rPr>
        <w:t>４</w:t>
      </w:r>
      <w:r w:rsidR="00AA6EFF" w:rsidRPr="0039186A">
        <w:rPr>
          <w:rFonts w:ascii="ＭＳ 明朝" w:hAnsi="ＭＳ 明朝" w:hint="eastAsia"/>
          <w:spacing w:val="0"/>
          <w:sz w:val="22"/>
          <w:szCs w:val="22"/>
        </w:rPr>
        <w:t>条</w:t>
      </w:r>
      <w:r w:rsidR="00611C9F" w:rsidRPr="0039186A">
        <w:rPr>
          <w:rFonts w:ascii="ＭＳ 明朝" w:hAnsi="ＭＳ 明朝" w:hint="eastAsia"/>
          <w:spacing w:val="0"/>
          <w:sz w:val="22"/>
          <w:szCs w:val="22"/>
        </w:rPr>
        <w:t>第</w:t>
      </w:r>
      <w:r w:rsidRPr="0039186A">
        <w:rPr>
          <w:rFonts w:ascii="ＭＳ 明朝" w:hAnsi="ＭＳ 明朝" w:hint="eastAsia"/>
          <w:spacing w:val="0"/>
          <w:sz w:val="22"/>
          <w:szCs w:val="22"/>
        </w:rPr>
        <w:t>３</w:t>
      </w:r>
      <w:r w:rsidR="00611C9F" w:rsidRPr="0039186A">
        <w:rPr>
          <w:rFonts w:ascii="ＭＳ 明朝" w:hAnsi="ＭＳ 明朝"/>
          <w:spacing w:val="0"/>
          <w:sz w:val="22"/>
          <w:szCs w:val="22"/>
        </w:rPr>
        <w:t>項</w:t>
      </w:r>
      <w:r w:rsidR="00AA6EFF" w:rsidRPr="0039186A">
        <w:rPr>
          <w:rFonts w:ascii="ＭＳ 明朝" w:hAnsi="ＭＳ 明朝" w:hint="eastAsia"/>
          <w:spacing w:val="0"/>
          <w:sz w:val="22"/>
          <w:szCs w:val="22"/>
        </w:rPr>
        <w:t>の規定により、事前着手を行いたいので</w:t>
      </w:r>
      <w:r w:rsidR="0051156F" w:rsidRPr="0039186A">
        <w:rPr>
          <w:rFonts w:ascii="ＭＳ 明朝" w:hAnsi="ＭＳ 明朝" w:hint="eastAsia"/>
          <w:spacing w:val="0"/>
          <w:sz w:val="22"/>
          <w:szCs w:val="22"/>
        </w:rPr>
        <w:t>届け出ます。</w:t>
      </w:r>
    </w:p>
    <w:p w14:paraId="7BBD8C93" w14:textId="77777777" w:rsidR="003A0E6D" w:rsidRPr="0039186A" w:rsidRDefault="0051156F" w:rsidP="00AA6EFF">
      <w:pPr>
        <w:pStyle w:val="a3"/>
        <w:spacing w:line="240" w:lineRule="auto"/>
        <w:ind w:firstLineChars="100" w:firstLine="220"/>
        <w:rPr>
          <w:rFonts w:ascii="ＭＳ 明朝" w:hAnsi="ＭＳ 明朝"/>
          <w:spacing w:val="0"/>
          <w:sz w:val="22"/>
          <w:szCs w:val="22"/>
        </w:rPr>
      </w:pPr>
      <w:r w:rsidRPr="0039186A">
        <w:rPr>
          <w:rFonts w:ascii="ＭＳ 明朝" w:hAnsi="ＭＳ 明朝" w:hint="eastAsia"/>
          <w:spacing w:val="0"/>
          <w:sz w:val="22"/>
          <w:szCs w:val="22"/>
        </w:rPr>
        <w:t>なお、本件について</w:t>
      </w:r>
      <w:r w:rsidR="00AA6EFF" w:rsidRPr="0039186A">
        <w:rPr>
          <w:rFonts w:ascii="ＭＳ 明朝" w:hAnsi="ＭＳ 明朝" w:hint="eastAsia"/>
          <w:spacing w:val="0"/>
          <w:sz w:val="22"/>
          <w:szCs w:val="22"/>
        </w:rPr>
        <w:t>、補助事業として採択</w:t>
      </w:r>
      <w:r w:rsidRPr="0039186A">
        <w:rPr>
          <w:rFonts w:ascii="ＭＳ 明朝" w:hAnsi="ＭＳ 明朝" w:hint="eastAsia"/>
          <w:spacing w:val="0"/>
          <w:sz w:val="22"/>
          <w:szCs w:val="22"/>
        </w:rPr>
        <w:t>されなかった場合においても異議は申し立てません。</w:t>
      </w:r>
    </w:p>
    <w:p w14:paraId="31C6CCAE" w14:textId="77777777" w:rsidR="003A0E6D" w:rsidRPr="0039186A" w:rsidRDefault="003A0E6D" w:rsidP="00AA6EFF">
      <w:pPr>
        <w:pStyle w:val="a3"/>
        <w:spacing w:line="240" w:lineRule="auto"/>
        <w:rPr>
          <w:rFonts w:ascii="ＭＳ 明朝" w:hAnsi="ＭＳ 明朝"/>
          <w:spacing w:val="0"/>
          <w:sz w:val="22"/>
          <w:szCs w:val="22"/>
        </w:rPr>
      </w:pPr>
    </w:p>
    <w:p w14:paraId="32A6EAA1" w14:textId="77777777" w:rsidR="00AA6EFF" w:rsidRPr="0039186A" w:rsidRDefault="00AA6EFF" w:rsidP="00AA6EFF">
      <w:pPr>
        <w:pStyle w:val="a3"/>
        <w:spacing w:line="240" w:lineRule="auto"/>
        <w:rPr>
          <w:rFonts w:ascii="ＭＳ 明朝" w:hAnsi="ＭＳ 明朝"/>
          <w:spacing w:val="0"/>
          <w:sz w:val="22"/>
          <w:szCs w:val="22"/>
        </w:rPr>
      </w:pPr>
    </w:p>
    <w:p w14:paraId="4883FDE7" w14:textId="77777777" w:rsidR="003A0E6D" w:rsidRPr="0039186A" w:rsidRDefault="0051156F" w:rsidP="00AA6EFF">
      <w:pPr>
        <w:pStyle w:val="a3"/>
        <w:spacing w:line="240" w:lineRule="auto"/>
        <w:jc w:val="center"/>
        <w:rPr>
          <w:rFonts w:ascii="ＭＳ 明朝" w:hAnsi="ＭＳ 明朝"/>
          <w:spacing w:val="0"/>
          <w:sz w:val="22"/>
          <w:szCs w:val="22"/>
        </w:rPr>
      </w:pPr>
      <w:r w:rsidRPr="0039186A">
        <w:rPr>
          <w:rFonts w:ascii="ＭＳ 明朝" w:hAnsi="ＭＳ 明朝" w:hint="eastAsia"/>
          <w:spacing w:val="0"/>
          <w:sz w:val="22"/>
          <w:szCs w:val="22"/>
        </w:rPr>
        <w:t>記</w:t>
      </w:r>
    </w:p>
    <w:p w14:paraId="22B0912A" w14:textId="77777777" w:rsidR="00A11C66" w:rsidRPr="0039186A" w:rsidRDefault="00A11C66" w:rsidP="00AA6EFF">
      <w:pPr>
        <w:pStyle w:val="a3"/>
        <w:spacing w:line="240" w:lineRule="auto"/>
        <w:jc w:val="center"/>
        <w:rPr>
          <w:rFonts w:ascii="ＭＳ 明朝" w:hAnsi="ＭＳ 明朝"/>
          <w:spacing w:val="0"/>
          <w:sz w:val="22"/>
          <w:szCs w:val="22"/>
        </w:rPr>
      </w:pPr>
    </w:p>
    <w:p w14:paraId="0AB0517A" w14:textId="77777777" w:rsidR="003A0E6D" w:rsidRPr="0039186A" w:rsidRDefault="003A0E6D" w:rsidP="00AA6EFF">
      <w:pPr>
        <w:pStyle w:val="a3"/>
        <w:spacing w:line="240" w:lineRule="auto"/>
        <w:rPr>
          <w:rFonts w:ascii="ＭＳ 明朝" w:hAnsi="ＭＳ 明朝"/>
          <w:spacing w:val="0"/>
          <w:sz w:val="22"/>
          <w:szCs w:val="22"/>
        </w:rPr>
      </w:pPr>
    </w:p>
    <w:p w14:paraId="424F9EF4" w14:textId="5C6C879C" w:rsidR="00A11C66" w:rsidRPr="0039186A" w:rsidRDefault="00A11C66" w:rsidP="00AA6EFF">
      <w:pPr>
        <w:pStyle w:val="a3"/>
        <w:spacing w:line="240" w:lineRule="auto"/>
        <w:rPr>
          <w:rFonts w:ascii="ＭＳ 明朝" w:hAnsi="ＭＳ 明朝"/>
          <w:spacing w:val="0"/>
          <w:sz w:val="22"/>
          <w:szCs w:val="22"/>
        </w:rPr>
      </w:pPr>
      <w:r w:rsidRPr="0039186A">
        <w:rPr>
          <w:rFonts w:ascii="ＭＳ 明朝" w:hAnsi="ＭＳ 明朝" w:hint="eastAsia"/>
          <w:spacing w:val="0"/>
          <w:sz w:val="22"/>
          <w:szCs w:val="22"/>
        </w:rPr>
        <w:t>１　事前着手の内容</w:t>
      </w:r>
    </w:p>
    <w:p w14:paraId="0A42E404" w14:textId="77777777" w:rsidR="00A11C66" w:rsidRPr="0039186A" w:rsidRDefault="00A11C66" w:rsidP="00AA6EFF">
      <w:pPr>
        <w:pStyle w:val="a3"/>
        <w:spacing w:line="240" w:lineRule="auto"/>
        <w:rPr>
          <w:rFonts w:ascii="ＭＳ 明朝" w:hAnsi="ＭＳ 明朝"/>
          <w:spacing w:val="0"/>
          <w:sz w:val="22"/>
          <w:szCs w:val="22"/>
        </w:rPr>
      </w:pPr>
    </w:p>
    <w:p w14:paraId="76F7C72E" w14:textId="77777777" w:rsidR="00A11C66" w:rsidRPr="0039186A" w:rsidRDefault="00A11C66" w:rsidP="00AA6EFF">
      <w:pPr>
        <w:pStyle w:val="a3"/>
        <w:spacing w:line="240" w:lineRule="auto"/>
        <w:rPr>
          <w:rFonts w:ascii="ＭＳ 明朝" w:hAnsi="ＭＳ 明朝"/>
          <w:spacing w:val="0"/>
          <w:sz w:val="22"/>
          <w:szCs w:val="22"/>
        </w:rPr>
      </w:pPr>
      <w:bookmarkStart w:id="0" w:name="_GoBack"/>
      <w:bookmarkEnd w:id="0"/>
    </w:p>
    <w:p w14:paraId="359CB7A0" w14:textId="77777777" w:rsidR="00A11C66" w:rsidRPr="0039186A" w:rsidRDefault="00A11C66" w:rsidP="00AA6EFF">
      <w:pPr>
        <w:pStyle w:val="a3"/>
        <w:spacing w:line="240" w:lineRule="auto"/>
        <w:rPr>
          <w:rFonts w:ascii="ＭＳ 明朝" w:hAnsi="ＭＳ 明朝"/>
          <w:spacing w:val="0"/>
          <w:sz w:val="22"/>
          <w:szCs w:val="22"/>
        </w:rPr>
      </w:pPr>
    </w:p>
    <w:p w14:paraId="29325E88" w14:textId="727BF4E4" w:rsidR="003A0E6D" w:rsidRPr="0039186A" w:rsidRDefault="00A11C66" w:rsidP="00AA6EFF">
      <w:pPr>
        <w:pStyle w:val="a3"/>
        <w:spacing w:line="240" w:lineRule="auto"/>
        <w:rPr>
          <w:rFonts w:ascii="ＭＳ 明朝" w:hAnsi="ＭＳ 明朝"/>
          <w:spacing w:val="0"/>
          <w:sz w:val="22"/>
          <w:szCs w:val="22"/>
        </w:rPr>
      </w:pPr>
      <w:r w:rsidRPr="0039186A">
        <w:rPr>
          <w:rFonts w:ascii="ＭＳ 明朝" w:hAnsi="ＭＳ 明朝" w:hint="eastAsia"/>
          <w:spacing w:val="0"/>
          <w:sz w:val="22"/>
          <w:szCs w:val="22"/>
        </w:rPr>
        <w:t>２</w:t>
      </w:r>
      <w:r w:rsidR="0051156F" w:rsidRPr="0039186A">
        <w:rPr>
          <w:rFonts w:ascii="ＭＳ 明朝" w:hAnsi="ＭＳ 明朝" w:hint="eastAsia"/>
          <w:spacing w:val="0"/>
          <w:sz w:val="22"/>
          <w:szCs w:val="22"/>
        </w:rPr>
        <w:t xml:space="preserve">　事前着手の理由</w:t>
      </w:r>
    </w:p>
    <w:p w14:paraId="0C615D81" w14:textId="77777777" w:rsidR="003A0E6D" w:rsidRPr="0039186A" w:rsidRDefault="003A0E6D" w:rsidP="00AA6EFF">
      <w:pPr>
        <w:pStyle w:val="a3"/>
        <w:spacing w:line="240" w:lineRule="auto"/>
        <w:rPr>
          <w:rFonts w:ascii="ＭＳ 明朝" w:hAnsi="ＭＳ 明朝"/>
          <w:spacing w:val="0"/>
          <w:sz w:val="22"/>
          <w:szCs w:val="22"/>
        </w:rPr>
      </w:pPr>
    </w:p>
    <w:p w14:paraId="0E4CC607" w14:textId="77777777" w:rsidR="003A0E6D" w:rsidRPr="0039186A" w:rsidRDefault="003A0E6D" w:rsidP="00AA6EFF">
      <w:pPr>
        <w:pStyle w:val="a3"/>
        <w:spacing w:line="240" w:lineRule="auto"/>
        <w:rPr>
          <w:rFonts w:ascii="ＭＳ 明朝" w:hAnsi="ＭＳ 明朝"/>
          <w:spacing w:val="0"/>
          <w:sz w:val="22"/>
          <w:szCs w:val="22"/>
        </w:rPr>
      </w:pPr>
    </w:p>
    <w:p w14:paraId="3255BBCF" w14:textId="77777777" w:rsidR="00AA6EFF" w:rsidRPr="0039186A" w:rsidRDefault="00AA6EFF" w:rsidP="00AA6EFF">
      <w:pPr>
        <w:pStyle w:val="a3"/>
        <w:spacing w:line="240" w:lineRule="auto"/>
        <w:rPr>
          <w:rFonts w:ascii="ＭＳ 明朝" w:hAnsi="ＭＳ 明朝"/>
          <w:spacing w:val="0"/>
          <w:sz w:val="22"/>
          <w:szCs w:val="22"/>
        </w:rPr>
      </w:pPr>
    </w:p>
    <w:p w14:paraId="1E12AFB2" w14:textId="52DA4EC6" w:rsidR="003A0E6D" w:rsidRPr="0039186A" w:rsidRDefault="00A11C66" w:rsidP="00AA6EFF">
      <w:pPr>
        <w:pStyle w:val="a3"/>
        <w:spacing w:line="240" w:lineRule="auto"/>
        <w:rPr>
          <w:rFonts w:ascii="ＭＳ 明朝" w:hAnsi="ＭＳ 明朝"/>
          <w:spacing w:val="0"/>
          <w:sz w:val="22"/>
          <w:szCs w:val="22"/>
        </w:rPr>
      </w:pPr>
      <w:r w:rsidRPr="0039186A">
        <w:rPr>
          <w:rFonts w:ascii="ＭＳ 明朝" w:hAnsi="ＭＳ 明朝" w:hint="eastAsia"/>
          <w:spacing w:val="0"/>
          <w:sz w:val="22"/>
          <w:szCs w:val="22"/>
        </w:rPr>
        <w:t>３</w:t>
      </w:r>
      <w:r w:rsidR="00AA6EFF" w:rsidRPr="0039186A">
        <w:rPr>
          <w:rFonts w:ascii="ＭＳ 明朝" w:hAnsi="ＭＳ 明朝" w:hint="eastAsia"/>
          <w:spacing w:val="0"/>
          <w:sz w:val="22"/>
          <w:szCs w:val="22"/>
        </w:rPr>
        <w:t xml:space="preserve">　</w:t>
      </w:r>
      <w:r w:rsidR="0051156F" w:rsidRPr="0039186A">
        <w:rPr>
          <w:rFonts w:ascii="ＭＳ 明朝" w:hAnsi="ＭＳ 明朝" w:hint="eastAsia"/>
          <w:spacing w:val="0"/>
          <w:sz w:val="22"/>
          <w:szCs w:val="22"/>
        </w:rPr>
        <w:t>着手年月日</w:t>
      </w:r>
    </w:p>
    <w:p w14:paraId="4DEAFBAE" w14:textId="77777777" w:rsidR="00AA6EFF" w:rsidRPr="0039186A" w:rsidRDefault="00570318" w:rsidP="0004169B">
      <w:pPr>
        <w:pStyle w:val="a3"/>
        <w:wordWrap/>
        <w:spacing w:line="240" w:lineRule="auto"/>
        <w:rPr>
          <w:rFonts w:ascii="ＭＳ 明朝" w:hAnsi="ＭＳ 明朝" w:cs="Times New Roman"/>
          <w:spacing w:val="4"/>
          <w:sz w:val="22"/>
          <w:szCs w:val="22"/>
        </w:rPr>
      </w:pPr>
      <w:r w:rsidRPr="0039186A">
        <w:rPr>
          <w:rFonts w:ascii="ＭＳ 明朝" w:hAnsi="ＭＳ 明朝" w:cs="Times New Roman" w:hint="eastAsia"/>
          <w:spacing w:val="4"/>
          <w:sz w:val="22"/>
          <w:szCs w:val="22"/>
        </w:rPr>
        <w:t xml:space="preserve">　　　　令和</w:t>
      </w:r>
      <w:r w:rsidRPr="0039186A">
        <w:rPr>
          <w:rFonts w:ascii="ＭＳ 明朝" w:hAnsi="ＭＳ 明朝" w:cs="Times New Roman"/>
          <w:spacing w:val="4"/>
          <w:sz w:val="22"/>
          <w:szCs w:val="22"/>
        </w:rPr>
        <w:t xml:space="preserve">　</w:t>
      </w:r>
      <w:r w:rsidR="0051156F" w:rsidRPr="0039186A">
        <w:rPr>
          <w:rFonts w:ascii="ＭＳ 明朝" w:hAnsi="ＭＳ 明朝" w:cs="Times New Roman" w:hint="eastAsia"/>
          <w:spacing w:val="4"/>
          <w:sz w:val="22"/>
          <w:szCs w:val="22"/>
        </w:rPr>
        <w:t xml:space="preserve">　年　　月　　日</w:t>
      </w:r>
    </w:p>
    <w:sectPr w:rsidR="00AA6EFF" w:rsidRPr="0039186A" w:rsidSect="0004169B">
      <w:pgSz w:w="11906" w:h="16838" w:code="9"/>
      <w:pgMar w:top="1134" w:right="1134" w:bottom="1134" w:left="1134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9870E" w14:textId="77777777" w:rsidR="00C84716" w:rsidRDefault="00C84716" w:rsidP="00F246C5">
      <w:r>
        <w:separator/>
      </w:r>
    </w:p>
  </w:endnote>
  <w:endnote w:type="continuationSeparator" w:id="0">
    <w:p w14:paraId="124C708C" w14:textId="77777777" w:rsidR="00C84716" w:rsidRDefault="00C84716" w:rsidP="00F24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AFDB2" w14:textId="77777777" w:rsidR="00C84716" w:rsidRDefault="00C84716" w:rsidP="00F246C5">
      <w:r>
        <w:separator/>
      </w:r>
    </w:p>
  </w:footnote>
  <w:footnote w:type="continuationSeparator" w:id="0">
    <w:p w14:paraId="45C61722" w14:textId="77777777" w:rsidR="00C84716" w:rsidRDefault="00C84716" w:rsidP="00F24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47335B"/>
    <w:multiLevelType w:val="hybridMultilevel"/>
    <w:tmpl w:val="B40CA462"/>
    <w:lvl w:ilvl="0" w:tplc="7300268E">
      <w:start w:val="1"/>
      <w:numFmt w:val="decimalEnclosedCircle"/>
      <w:lvlText w:val="%1"/>
      <w:lvlJc w:val="left"/>
      <w:pPr>
        <w:ind w:left="615" w:hanging="450"/>
      </w:pPr>
      <w:rPr>
        <w:rFonts w:ascii="ＭＳ 明朝" w:hAnsi="ＭＳ 明朝" w:hint="default"/>
      </w:rPr>
    </w:lvl>
    <w:lvl w:ilvl="1" w:tplc="5D562BF6" w:tentative="1">
      <w:start w:val="1"/>
      <w:numFmt w:val="aiueoFullWidth"/>
      <w:lvlText w:val="(%2)"/>
      <w:lvlJc w:val="left"/>
      <w:pPr>
        <w:ind w:left="1005" w:hanging="420"/>
      </w:pPr>
    </w:lvl>
    <w:lvl w:ilvl="2" w:tplc="FA10E69C" w:tentative="1">
      <w:start w:val="1"/>
      <w:numFmt w:val="decimalEnclosedCircle"/>
      <w:lvlText w:val="%3"/>
      <w:lvlJc w:val="left"/>
      <w:pPr>
        <w:ind w:left="1425" w:hanging="420"/>
      </w:pPr>
    </w:lvl>
    <w:lvl w:ilvl="3" w:tplc="A18E5CD0" w:tentative="1">
      <w:start w:val="1"/>
      <w:numFmt w:val="decimal"/>
      <w:lvlText w:val="%4."/>
      <w:lvlJc w:val="left"/>
      <w:pPr>
        <w:ind w:left="1845" w:hanging="420"/>
      </w:pPr>
    </w:lvl>
    <w:lvl w:ilvl="4" w:tplc="320C6DF0" w:tentative="1">
      <w:start w:val="1"/>
      <w:numFmt w:val="aiueoFullWidth"/>
      <w:lvlText w:val="(%5)"/>
      <w:lvlJc w:val="left"/>
      <w:pPr>
        <w:ind w:left="2265" w:hanging="420"/>
      </w:pPr>
    </w:lvl>
    <w:lvl w:ilvl="5" w:tplc="E8E4F6FE" w:tentative="1">
      <w:start w:val="1"/>
      <w:numFmt w:val="decimalEnclosedCircle"/>
      <w:lvlText w:val="%6"/>
      <w:lvlJc w:val="left"/>
      <w:pPr>
        <w:ind w:left="2685" w:hanging="420"/>
      </w:pPr>
    </w:lvl>
    <w:lvl w:ilvl="6" w:tplc="2E585E5E" w:tentative="1">
      <w:start w:val="1"/>
      <w:numFmt w:val="decimal"/>
      <w:lvlText w:val="%7."/>
      <w:lvlJc w:val="left"/>
      <w:pPr>
        <w:ind w:left="3105" w:hanging="420"/>
      </w:pPr>
    </w:lvl>
    <w:lvl w:ilvl="7" w:tplc="C25E3A6A" w:tentative="1">
      <w:start w:val="1"/>
      <w:numFmt w:val="aiueoFullWidth"/>
      <w:lvlText w:val="(%8)"/>
      <w:lvlJc w:val="left"/>
      <w:pPr>
        <w:ind w:left="3525" w:hanging="420"/>
      </w:pPr>
    </w:lvl>
    <w:lvl w:ilvl="8" w:tplc="7A98AE60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1" w15:restartNumberingAfterBreak="0">
    <w:nsid w:val="77A30811"/>
    <w:multiLevelType w:val="hybridMultilevel"/>
    <w:tmpl w:val="499A207E"/>
    <w:lvl w:ilvl="0" w:tplc="74208AE8">
      <w:start w:val="1"/>
      <w:numFmt w:val="decimalEnclosedCircle"/>
      <w:lvlText w:val="%1"/>
      <w:lvlJc w:val="left"/>
      <w:pPr>
        <w:ind w:left="585" w:hanging="420"/>
      </w:pPr>
    </w:lvl>
    <w:lvl w:ilvl="1" w:tplc="60D09E58" w:tentative="1">
      <w:start w:val="1"/>
      <w:numFmt w:val="aiueoFullWidth"/>
      <w:lvlText w:val="(%2)"/>
      <w:lvlJc w:val="left"/>
      <w:pPr>
        <w:ind w:left="1005" w:hanging="420"/>
      </w:pPr>
    </w:lvl>
    <w:lvl w:ilvl="2" w:tplc="FEB28802" w:tentative="1">
      <w:start w:val="1"/>
      <w:numFmt w:val="decimalEnclosedCircle"/>
      <w:lvlText w:val="%3"/>
      <w:lvlJc w:val="left"/>
      <w:pPr>
        <w:ind w:left="1425" w:hanging="420"/>
      </w:pPr>
    </w:lvl>
    <w:lvl w:ilvl="3" w:tplc="2F8A1A6A" w:tentative="1">
      <w:start w:val="1"/>
      <w:numFmt w:val="decimal"/>
      <w:lvlText w:val="%4."/>
      <w:lvlJc w:val="left"/>
      <w:pPr>
        <w:ind w:left="1845" w:hanging="420"/>
      </w:pPr>
    </w:lvl>
    <w:lvl w:ilvl="4" w:tplc="9962DA7A" w:tentative="1">
      <w:start w:val="1"/>
      <w:numFmt w:val="aiueoFullWidth"/>
      <w:lvlText w:val="(%5)"/>
      <w:lvlJc w:val="left"/>
      <w:pPr>
        <w:ind w:left="2265" w:hanging="420"/>
      </w:pPr>
    </w:lvl>
    <w:lvl w:ilvl="5" w:tplc="3E709D12" w:tentative="1">
      <w:start w:val="1"/>
      <w:numFmt w:val="decimalEnclosedCircle"/>
      <w:lvlText w:val="%6"/>
      <w:lvlJc w:val="left"/>
      <w:pPr>
        <w:ind w:left="2685" w:hanging="420"/>
      </w:pPr>
    </w:lvl>
    <w:lvl w:ilvl="6" w:tplc="3886F910" w:tentative="1">
      <w:start w:val="1"/>
      <w:numFmt w:val="decimal"/>
      <w:lvlText w:val="%7."/>
      <w:lvlJc w:val="left"/>
      <w:pPr>
        <w:ind w:left="3105" w:hanging="420"/>
      </w:pPr>
    </w:lvl>
    <w:lvl w:ilvl="7" w:tplc="9E2C70E8" w:tentative="1">
      <w:start w:val="1"/>
      <w:numFmt w:val="aiueoFullWidth"/>
      <w:lvlText w:val="(%8)"/>
      <w:lvlJc w:val="left"/>
      <w:pPr>
        <w:ind w:left="3525" w:hanging="420"/>
      </w:pPr>
    </w:lvl>
    <w:lvl w:ilvl="8" w:tplc="15A81D26" w:tentative="1">
      <w:start w:val="1"/>
      <w:numFmt w:val="decimalEnclosedCircle"/>
      <w:lvlText w:val="%9"/>
      <w:lvlJc w:val="left"/>
      <w:pPr>
        <w:ind w:left="394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attachedTemplate r:id="rId1"/>
  <w:defaultTabStop w:val="720"/>
  <w:drawingGridHorizontalSpacing w:val="105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E65"/>
    <w:rsid w:val="0001188B"/>
    <w:rsid w:val="000279A5"/>
    <w:rsid w:val="00035ED8"/>
    <w:rsid w:val="0004169B"/>
    <w:rsid w:val="00042CB8"/>
    <w:rsid w:val="0005485D"/>
    <w:rsid w:val="0006664E"/>
    <w:rsid w:val="00094690"/>
    <w:rsid w:val="00095020"/>
    <w:rsid w:val="000A0DFF"/>
    <w:rsid w:val="000A2469"/>
    <w:rsid w:val="000A3B2F"/>
    <w:rsid w:val="000B05A3"/>
    <w:rsid w:val="000D7DC0"/>
    <w:rsid w:val="000E230E"/>
    <w:rsid w:val="000E6241"/>
    <w:rsid w:val="001166BA"/>
    <w:rsid w:val="001225DF"/>
    <w:rsid w:val="00151746"/>
    <w:rsid w:val="00176603"/>
    <w:rsid w:val="00182C84"/>
    <w:rsid w:val="001853DB"/>
    <w:rsid w:val="001A4C17"/>
    <w:rsid w:val="001A5122"/>
    <w:rsid w:val="001B4549"/>
    <w:rsid w:val="001B53A0"/>
    <w:rsid w:val="001B629C"/>
    <w:rsid w:val="001C06A5"/>
    <w:rsid w:val="001C6427"/>
    <w:rsid w:val="001E048D"/>
    <w:rsid w:val="001E2BE1"/>
    <w:rsid w:val="001F385B"/>
    <w:rsid w:val="002178B3"/>
    <w:rsid w:val="00247BC5"/>
    <w:rsid w:val="002558BC"/>
    <w:rsid w:val="00263B4D"/>
    <w:rsid w:val="00263E54"/>
    <w:rsid w:val="002642E6"/>
    <w:rsid w:val="00265821"/>
    <w:rsid w:val="0026766A"/>
    <w:rsid w:val="00267F9B"/>
    <w:rsid w:val="002812C7"/>
    <w:rsid w:val="00283635"/>
    <w:rsid w:val="00285AC9"/>
    <w:rsid w:val="00296AE7"/>
    <w:rsid w:val="002A5CB0"/>
    <w:rsid w:val="002E2B88"/>
    <w:rsid w:val="002E2C2F"/>
    <w:rsid w:val="002E64B2"/>
    <w:rsid w:val="002F32C2"/>
    <w:rsid w:val="003137B7"/>
    <w:rsid w:val="00330968"/>
    <w:rsid w:val="003557F9"/>
    <w:rsid w:val="00371B66"/>
    <w:rsid w:val="00372360"/>
    <w:rsid w:val="0039186A"/>
    <w:rsid w:val="003A0045"/>
    <w:rsid w:val="003A0E6D"/>
    <w:rsid w:val="003B6FE7"/>
    <w:rsid w:val="003C2AE3"/>
    <w:rsid w:val="003D343A"/>
    <w:rsid w:val="003E37DE"/>
    <w:rsid w:val="003E4FC1"/>
    <w:rsid w:val="00442036"/>
    <w:rsid w:val="0044705C"/>
    <w:rsid w:val="004908CB"/>
    <w:rsid w:val="004A16A1"/>
    <w:rsid w:val="004B4335"/>
    <w:rsid w:val="004B6C01"/>
    <w:rsid w:val="004B7894"/>
    <w:rsid w:val="004C170B"/>
    <w:rsid w:val="004D0EC6"/>
    <w:rsid w:val="004E0079"/>
    <w:rsid w:val="004F1637"/>
    <w:rsid w:val="004F59AF"/>
    <w:rsid w:val="0051156F"/>
    <w:rsid w:val="00516FB6"/>
    <w:rsid w:val="005210B7"/>
    <w:rsid w:val="0053234D"/>
    <w:rsid w:val="00540F99"/>
    <w:rsid w:val="00554BAA"/>
    <w:rsid w:val="00555296"/>
    <w:rsid w:val="00555CFF"/>
    <w:rsid w:val="00570318"/>
    <w:rsid w:val="005932B9"/>
    <w:rsid w:val="005D396F"/>
    <w:rsid w:val="005F3204"/>
    <w:rsid w:val="005F663F"/>
    <w:rsid w:val="00611C9F"/>
    <w:rsid w:val="00616886"/>
    <w:rsid w:val="006179F2"/>
    <w:rsid w:val="006273DB"/>
    <w:rsid w:val="0063561A"/>
    <w:rsid w:val="0064380D"/>
    <w:rsid w:val="0064796E"/>
    <w:rsid w:val="00661667"/>
    <w:rsid w:val="00663005"/>
    <w:rsid w:val="00670CAA"/>
    <w:rsid w:val="00676A16"/>
    <w:rsid w:val="00681844"/>
    <w:rsid w:val="006818A9"/>
    <w:rsid w:val="00686FAE"/>
    <w:rsid w:val="006A49D0"/>
    <w:rsid w:val="006C2BBB"/>
    <w:rsid w:val="006E2650"/>
    <w:rsid w:val="006F5DEB"/>
    <w:rsid w:val="0070298D"/>
    <w:rsid w:val="00711E65"/>
    <w:rsid w:val="00714463"/>
    <w:rsid w:val="00716148"/>
    <w:rsid w:val="00734CCD"/>
    <w:rsid w:val="0075188A"/>
    <w:rsid w:val="007663ED"/>
    <w:rsid w:val="00772BAF"/>
    <w:rsid w:val="00784158"/>
    <w:rsid w:val="00785D57"/>
    <w:rsid w:val="007A4AE5"/>
    <w:rsid w:val="007A5100"/>
    <w:rsid w:val="007B1640"/>
    <w:rsid w:val="007D3DE4"/>
    <w:rsid w:val="007E3497"/>
    <w:rsid w:val="007E4281"/>
    <w:rsid w:val="0082656E"/>
    <w:rsid w:val="0084622A"/>
    <w:rsid w:val="00850DE5"/>
    <w:rsid w:val="0085476D"/>
    <w:rsid w:val="0086719A"/>
    <w:rsid w:val="00892EAB"/>
    <w:rsid w:val="00893612"/>
    <w:rsid w:val="008D1C5A"/>
    <w:rsid w:val="008E6312"/>
    <w:rsid w:val="0090158C"/>
    <w:rsid w:val="00916C9A"/>
    <w:rsid w:val="00921135"/>
    <w:rsid w:val="00923DB6"/>
    <w:rsid w:val="009246FA"/>
    <w:rsid w:val="0092710C"/>
    <w:rsid w:val="00937567"/>
    <w:rsid w:val="00943C21"/>
    <w:rsid w:val="00982A86"/>
    <w:rsid w:val="009C26A4"/>
    <w:rsid w:val="009D1D91"/>
    <w:rsid w:val="009F3D6C"/>
    <w:rsid w:val="00A11C66"/>
    <w:rsid w:val="00A1799D"/>
    <w:rsid w:val="00A27D5B"/>
    <w:rsid w:val="00A30576"/>
    <w:rsid w:val="00A331AE"/>
    <w:rsid w:val="00A4727C"/>
    <w:rsid w:val="00A54763"/>
    <w:rsid w:val="00A64A9B"/>
    <w:rsid w:val="00A6767A"/>
    <w:rsid w:val="00A72909"/>
    <w:rsid w:val="00A826A6"/>
    <w:rsid w:val="00A83CC0"/>
    <w:rsid w:val="00AA6EFF"/>
    <w:rsid w:val="00AF5181"/>
    <w:rsid w:val="00B030AF"/>
    <w:rsid w:val="00B07D2D"/>
    <w:rsid w:val="00B14E98"/>
    <w:rsid w:val="00B24D9A"/>
    <w:rsid w:val="00B30D5C"/>
    <w:rsid w:val="00B3347B"/>
    <w:rsid w:val="00B40B03"/>
    <w:rsid w:val="00B6423A"/>
    <w:rsid w:val="00BA186A"/>
    <w:rsid w:val="00BB1777"/>
    <w:rsid w:val="00BC3A2C"/>
    <w:rsid w:val="00BC51A9"/>
    <w:rsid w:val="00C15DCF"/>
    <w:rsid w:val="00C23FC7"/>
    <w:rsid w:val="00C25124"/>
    <w:rsid w:val="00C6238B"/>
    <w:rsid w:val="00C64115"/>
    <w:rsid w:val="00C70238"/>
    <w:rsid w:val="00C72729"/>
    <w:rsid w:val="00C839C3"/>
    <w:rsid w:val="00C84716"/>
    <w:rsid w:val="00CA6AAA"/>
    <w:rsid w:val="00CC33A3"/>
    <w:rsid w:val="00CD56C9"/>
    <w:rsid w:val="00CE16D0"/>
    <w:rsid w:val="00CF1A62"/>
    <w:rsid w:val="00D0186C"/>
    <w:rsid w:val="00D05C11"/>
    <w:rsid w:val="00D17D9D"/>
    <w:rsid w:val="00D56D69"/>
    <w:rsid w:val="00D618E7"/>
    <w:rsid w:val="00D628B7"/>
    <w:rsid w:val="00DA7AFD"/>
    <w:rsid w:val="00DB6ACD"/>
    <w:rsid w:val="00DC2A8E"/>
    <w:rsid w:val="00DD0F9D"/>
    <w:rsid w:val="00DE3953"/>
    <w:rsid w:val="00DE7213"/>
    <w:rsid w:val="00DF09E2"/>
    <w:rsid w:val="00E04905"/>
    <w:rsid w:val="00E07F31"/>
    <w:rsid w:val="00E228C5"/>
    <w:rsid w:val="00E22960"/>
    <w:rsid w:val="00E2406C"/>
    <w:rsid w:val="00E33BE9"/>
    <w:rsid w:val="00E6023D"/>
    <w:rsid w:val="00E74657"/>
    <w:rsid w:val="00E8578B"/>
    <w:rsid w:val="00E863B3"/>
    <w:rsid w:val="00EA5AC6"/>
    <w:rsid w:val="00EC12BF"/>
    <w:rsid w:val="00EF495C"/>
    <w:rsid w:val="00EF6089"/>
    <w:rsid w:val="00F05EC0"/>
    <w:rsid w:val="00F06976"/>
    <w:rsid w:val="00F13C15"/>
    <w:rsid w:val="00F213AD"/>
    <w:rsid w:val="00F246C5"/>
    <w:rsid w:val="00F3273E"/>
    <w:rsid w:val="00F67847"/>
    <w:rsid w:val="00F866FA"/>
    <w:rsid w:val="00F9681E"/>
    <w:rsid w:val="00FB242C"/>
    <w:rsid w:val="00FB750A"/>
    <w:rsid w:val="00FD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A673D8"/>
  <w15:chartTrackingRefBased/>
  <w15:docId w15:val="{DCC023A3-D7E5-460B-B13A-47DF409C7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99D"/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43" w:lineRule="exact"/>
      <w:jc w:val="both"/>
    </w:pPr>
    <w:rPr>
      <w:rFonts w:ascii="Times New Roman" w:hAnsi="Times New Roman" w:cs="ＭＳ 明朝"/>
      <w:spacing w:val="8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555C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5CFF"/>
  </w:style>
  <w:style w:type="paragraph" w:styleId="a6">
    <w:name w:val="footer"/>
    <w:basedOn w:val="a"/>
    <w:link w:val="a7"/>
    <w:uiPriority w:val="99"/>
    <w:unhideWhenUsed/>
    <w:rsid w:val="00555C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5CFF"/>
  </w:style>
  <w:style w:type="paragraph" w:styleId="a8">
    <w:name w:val="Balloon Text"/>
    <w:basedOn w:val="a"/>
    <w:link w:val="a9"/>
    <w:uiPriority w:val="99"/>
    <w:semiHidden/>
    <w:unhideWhenUsed/>
    <w:rsid w:val="000279A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279A5"/>
    <w:rPr>
      <w:rFonts w:ascii="Arial" w:eastAsia="ＭＳ ゴシック" w:hAnsi="Arial" w:cs="Times New Roman"/>
      <w:sz w:val="18"/>
      <w:szCs w:val="18"/>
    </w:rPr>
  </w:style>
  <w:style w:type="table" w:styleId="aa">
    <w:name w:val="Table Grid"/>
    <w:basedOn w:val="a1"/>
    <w:uiPriority w:val="59"/>
    <w:rsid w:val="00681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スタイル"/>
    <w:rsid w:val="004B7894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11C66"/>
    <w:pPr>
      <w:jc w:val="center"/>
    </w:pPr>
    <w:rPr>
      <w:rFonts w:ascii="ＭＳ 明朝" w:hAnsi="ＭＳ 明朝" w:cs="ＭＳ 明朝"/>
      <w:kern w:val="0"/>
      <w:sz w:val="22"/>
    </w:rPr>
  </w:style>
  <w:style w:type="character" w:customStyle="1" w:styleId="ad">
    <w:name w:val="記 (文字)"/>
    <w:basedOn w:val="a0"/>
    <w:link w:val="ac"/>
    <w:uiPriority w:val="99"/>
    <w:rsid w:val="00A11C66"/>
    <w:rPr>
      <w:rFonts w:ascii="ＭＳ 明朝" w:hAnsi="ＭＳ 明朝" w:cs="ＭＳ 明朝"/>
      <w:sz w:val="22"/>
      <w:szCs w:val="22"/>
    </w:rPr>
  </w:style>
  <w:style w:type="paragraph" w:styleId="ae">
    <w:name w:val="Closing"/>
    <w:basedOn w:val="a"/>
    <w:link w:val="af"/>
    <w:uiPriority w:val="99"/>
    <w:unhideWhenUsed/>
    <w:rsid w:val="00A11C66"/>
    <w:pPr>
      <w:jc w:val="right"/>
    </w:pPr>
    <w:rPr>
      <w:rFonts w:ascii="ＭＳ 明朝" w:hAnsi="ＭＳ 明朝" w:cs="ＭＳ 明朝"/>
      <w:kern w:val="0"/>
      <w:sz w:val="22"/>
    </w:rPr>
  </w:style>
  <w:style w:type="character" w:customStyle="1" w:styleId="af">
    <w:name w:val="結語 (文字)"/>
    <w:basedOn w:val="a0"/>
    <w:link w:val="ae"/>
    <w:uiPriority w:val="99"/>
    <w:rsid w:val="00A11C66"/>
    <w:rPr>
      <w:rFonts w:ascii="ＭＳ 明朝" w:hAnsi="ＭＳ 明朝" w:cs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s.momo.pref.okayama.jp\&#32113;&#21512;&#20849;&#26377;\0425_&#32076;&#21942;&#25903;&#25588;&#35506;\03&#32076;&#21942;&#12539;&#20154;&#26448;&#25903;&#25588;&#29677;\&#12481;&#65289;&#22320;&#22495;&#35506;&#38988;&#35299;&#27770;&#22411;&#36215;&#26989;&#25903;&#25588;&#37329;\R7\04_&#20132;&#20184;&#35201;&#32177;&#12539;&#23455;&#26045;&#35201;&#38936;\02_&#36215;&#26696;\01_&#20132;&#20184;&#35201;&#32177;\04_&#27096;&#24335;\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04_様式</Template>
  <TotalTime>2</TotalTime>
  <Pages>1</Pages>
  <Words>181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Windows ユーザー</cp:lastModifiedBy>
  <cp:revision>1</cp:revision>
  <cp:lastPrinted>2024-06-24T04:31:00Z</cp:lastPrinted>
  <dcterms:created xsi:type="dcterms:W3CDTF">2025-03-16T16:10:00Z</dcterms:created>
  <dcterms:modified xsi:type="dcterms:W3CDTF">2025-04-04T08:11:00Z</dcterms:modified>
</cp:coreProperties>
</file>