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3E53D" w14:textId="634D51EC" w:rsidR="00420061" w:rsidRDefault="00277B36" w:rsidP="00420061">
      <w:pPr>
        <w:jc w:val="center"/>
        <w:rPr>
          <w:rFonts w:ascii="ＭＳ ゴシック" w:eastAsia="ＭＳ ゴシック" w:hAnsi="ＭＳ ゴシック"/>
          <w:sz w:val="32"/>
        </w:rPr>
      </w:pPr>
      <w:r w:rsidRPr="00C525A7">
        <w:rPr>
          <w:rFonts w:ascii="ＭＳ ゴシック" w:eastAsia="ＭＳ ゴシック" w:hAnsi="ＭＳ ゴシック" w:hint="eastAsia"/>
          <w:sz w:val="32"/>
        </w:rPr>
        <w:t>令和</w:t>
      </w:r>
      <w:r w:rsidR="00C525A7">
        <w:rPr>
          <w:rFonts w:ascii="ＭＳ ゴシック" w:eastAsia="ＭＳ ゴシック" w:hAnsi="ＭＳ ゴシック" w:hint="eastAsia"/>
          <w:sz w:val="32"/>
        </w:rPr>
        <w:t>6</w:t>
      </w:r>
      <w:r w:rsidR="00AD34AC" w:rsidRPr="00C525A7">
        <w:rPr>
          <w:rFonts w:ascii="ＭＳ ゴシック" w:eastAsia="ＭＳ ゴシック" w:hAnsi="ＭＳ ゴシック" w:hint="eastAsia"/>
          <w:sz w:val="32"/>
        </w:rPr>
        <w:t>年度</w:t>
      </w:r>
      <w:r w:rsidRPr="00C525A7">
        <w:rPr>
          <w:rFonts w:ascii="ＭＳ ゴシック" w:eastAsia="ＭＳ ゴシック" w:hAnsi="ＭＳ ゴシック" w:hint="eastAsia"/>
          <w:sz w:val="32"/>
        </w:rPr>
        <w:t>岡山県地域課題解決型起業支援金</w:t>
      </w:r>
    </w:p>
    <w:p w14:paraId="2368BE00" w14:textId="4F092480" w:rsidR="002854CE" w:rsidRPr="00515B34" w:rsidRDefault="002854CE" w:rsidP="00420061">
      <w:pPr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「支援金交付対象事業</w:t>
      </w:r>
      <w:r w:rsidR="00AD3E06">
        <w:rPr>
          <w:rFonts w:ascii="ＭＳ ゴシック" w:eastAsia="ＭＳ ゴシック" w:hAnsi="ＭＳ ゴシック" w:hint="eastAsia"/>
          <w:sz w:val="28"/>
        </w:rPr>
        <w:t xml:space="preserve">　</w:t>
      </w:r>
      <w:r>
        <w:rPr>
          <w:rFonts w:ascii="ＭＳ ゴシック" w:eastAsia="ＭＳ ゴシック" w:hAnsi="ＭＳ ゴシック" w:hint="eastAsia"/>
          <w:sz w:val="28"/>
        </w:rPr>
        <w:t>実施の手引き」</w:t>
      </w:r>
      <w:r w:rsidR="00AD3E06">
        <w:rPr>
          <w:rFonts w:ascii="ＭＳ ゴシック" w:eastAsia="ＭＳ ゴシック" w:hAnsi="ＭＳ ゴシック" w:hint="eastAsia"/>
          <w:sz w:val="28"/>
        </w:rPr>
        <w:t>別紙様式集</w:t>
      </w:r>
    </w:p>
    <w:p w14:paraId="2D4E1154" w14:textId="77777777" w:rsidR="00AD34AC" w:rsidRDefault="00AD34AC" w:rsidP="00D12191">
      <w:pPr>
        <w:jc w:val="right"/>
        <w:rPr>
          <w:rFonts w:ascii="ＭＳ ゴシック" w:eastAsia="ＭＳ ゴシック" w:hAnsi="ＭＳ ゴシック"/>
          <w:sz w:val="22"/>
        </w:rPr>
      </w:pPr>
    </w:p>
    <w:p w14:paraId="26FB97E4" w14:textId="77777777" w:rsidR="00AD34AC" w:rsidRDefault="00AD34AC" w:rsidP="00D12191">
      <w:pPr>
        <w:jc w:val="right"/>
        <w:rPr>
          <w:rFonts w:ascii="ＭＳ ゴシック" w:eastAsia="ＭＳ ゴシック" w:hAnsi="ＭＳ ゴシック"/>
          <w:sz w:val="22"/>
        </w:rPr>
      </w:pPr>
    </w:p>
    <w:p w14:paraId="1CFEBE2D" w14:textId="77777777" w:rsidR="00D12191" w:rsidRDefault="00D12191" w:rsidP="00D12191">
      <w:pPr>
        <w:jc w:val="right"/>
        <w:rPr>
          <w:rFonts w:ascii="ＭＳ ゴシック" w:eastAsia="ＭＳ ゴシック" w:hAnsi="ＭＳ ゴシック"/>
          <w:szCs w:val="24"/>
        </w:rPr>
      </w:pPr>
      <w:r w:rsidRPr="00AD34AC">
        <w:rPr>
          <w:rFonts w:ascii="ＭＳ ゴシック" w:eastAsia="ＭＳ ゴシック" w:hAnsi="ＭＳ ゴシック" w:hint="eastAsia"/>
          <w:szCs w:val="24"/>
        </w:rPr>
        <w:t>岡山県地域課題解決型起業支援事業事務局</w:t>
      </w:r>
    </w:p>
    <w:p w14:paraId="1DE30898" w14:textId="38CFD959" w:rsidR="00C525A7" w:rsidRPr="00C525A7" w:rsidRDefault="00C525A7" w:rsidP="00D12191">
      <w:pPr>
        <w:jc w:val="right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(公益財団法人岡山県産業振興財団)</w:t>
      </w:r>
    </w:p>
    <w:p w14:paraId="73D28E99" w14:textId="125ADF85" w:rsidR="00AD34AC" w:rsidRPr="003C15A0" w:rsidRDefault="00AD34AC" w:rsidP="00D12191">
      <w:pPr>
        <w:jc w:val="right"/>
        <w:rPr>
          <w:rFonts w:ascii="ＭＳ ゴシック" w:eastAsia="ＭＳ ゴシック" w:hAnsi="ＭＳ ゴシック"/>
          <w:szCs w:val="24"/>
        </w:rPr>
      </w:pPr>
      <w:r w:rsidRPr="003C15A0">
        <w:rPr>
          <w:rFonts w:ascii="ＭＳ ゴシック" w:eastAsia="ＭＳ ゴシック" w:hAnsi="ＭＳ ゴシック" w:hint="eastAsia"/>
          <w:szCs w:val="24"/>
        </w:rPr>
        <w:t>（令和</w:t>
      </w:r>
      <w:r w:rsidR="00973C9F" w:rsidRPr="003C15A0">
        <w:rPr>
          <w:rFonts w:ascii="ＭＳ ゴシック" w:eastAsia="ＭＳ ゴシック" w:hAnsi="ＭＳ ゴシック" w:hint="eastAsia"/>
          <w:szCs w:val="24"/>
        </w:rPr>
        <w:t>6</w:t>
      </w:r>
      <w:r w:rsidRPr="003C15A0">
        <w:rPr>
          <w:rFonts w:ascii="ＭＳ ゴシック" w:eastAsia="ＭＳ ゴシック" w:hAnsi="ＭＳ ゴシック" w:hint="eastAsia"/>
          <w:szCs w:val="24"/>
        </w:rPr>
        <w:t>年</w:t>
      </w:r>
      <w:r w:rsidR="00973C9F" w:rsidRPr="003C15A0">
        <w:rPr>
          <w:rFonts w:ascii="ＭＳ ゴシック" w:eastAsia="ＭＳ ゴシック" w:hAnsi="ＭＳ ゴシック" w:hint="eastAsia"/>
          <w:szCs w:val="24"/>
        </w:rPr>
        <w:t>8</w:t>
      </w:r>
      <w:r w:rsidR="00F4438F" w:rsidRPr="003C15A0">
        <w:rPr>
          <w:rFonts w:ascii="ＭＳ ゴシック" w:eastAsia="ＭＳ ゴシック" w:hAnsi="ＭＳ ゴシック" w:hint="eastAsia"/>
          <w:szCs w:val="24"/>
        </w:rPr>
        <w:t>月</w:t>
      </w:r>
      <w:r w:rsidR="00973C9F" w:rsidRPr="003C15A0">
        <w:rPr>
          <w:rFonts w:ascii="ＭＳ ゴシック" w:eastAsia="ＭＳ ゴシック" w:hAnsi="ＭＳ ゴシック" w:hint="eastAsia"/>
          <w:szCs w:val="24"/>
        </w:rPr>
        <w:t>7</w:t>
      </w:r>
      <w:r w:rsidRPr="003C15A0">
        <w:rPr>
          <w:rFonts w:ascii="ＭＳ ゴシック" w:eastAsia="ＭＳ ゴシック" w:hAnsi="ＭＳ ゴシック" w:hint="eastAsia"/>
          <w:szCs w:val="24"/>
        </w:rPr>
        <w:t>日現在）</w:t>
      </w:r>
    </w:p>
    <w:p w14:paraId="6FB58402" w14:textId="77777777" w:rsidR="00AD34AC" w:rsidRPr="00AD34AC" w:rsidRDefault="00AD34AC" w:rsidP="00D12191">
      <w:pPr>
        <w:jc w:val="right"/>
        <w:rPr>
          <w:rFonts w:ascii="ＭＳ ゴシック" w:eastAsia="ＭＳ ゴシック" w:hAnsi="ＭＳ ゴシック"/>
          <w:szCs w:val="24"/>
        </w:rPr>
      </w:pPr>
    </w:p>
    <w:p w14:paraId="21962775" w14:textId="77777777" w:rsidR="00AD34AC" w:rsidRPr="00AD34AC" w:rsidRDefault="00AD34AC" w:rsidP="00D12191">
      <w:pPr>
        <w:jc w:val="right"/>
        <w:rPr>
          <w:rFonts w:ascii="ＭＳ ゴシック" w:eastAsia="ＭＳ ゴシック" w:hAnsi="ＭＳ ゴシック"/>
          <w:szCs w:val="24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402"/>
        <w:gridCol w:w="4111"/>
      </w:tblGrid>
      <w:tr w:rsidR="00CF3E65" w:rsidRPr="00AD34AC" w14:paraId="3BB8D485" w14:textId="0256267D" w:rsidTr="00CF3E65">
        <w:trPr>
          <w:trHeight w:val="524"/>
          <w:jc w:val="center"/>
        </w:trPr>
        <w:tc>
          <w:tcPr>
            <w:tcW w:w="1129" w:type="dxa"/>
            <w:shd w:val="clear" w:color="auto" w:fill="F2F2F2"/>
            <w:vAlign w:val="center"/>
          </w:tcPr>
          <w:p w14:paraId="2CC0E79B" w14:textId="5C84B75F" w:rsidR="00CF3E65" w:rsidRDefault="00CF3E65" w:rsidP="00CF3E65">
            <w:pPr>
              <w:jc w:val="center"/>
              <w:rPr>
                <w:rFonts w:ascii="ＭＳ ゴシック" w:eastAsia="ＭＳ ゴシック" w:hAnsi="ＭＳ ゴシック" w:hint="eastAsia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様式番号</w:t>
            </w:r>
          </w:p>
        </w:tc>
        <w:tc>
          <w:tcPr>
            <w:tcW w:w="3402" w:type="dxa"/>
            <w:shd w:val="clear" w:color="auto" w:fill="F2F2F2"/>
            <w:vAlign w:val="center"/>
          </w:tcPr>
          <w:p w14:paraId="44CD7AC9" w14:textId="291F80DB" w:rsidR="00CF3E65" w:rsidRPr="00AD34AC" w:rsidRDefault="00CF3E65" w:rsidP="00E648AB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様式名</w:t>
            </w:r>
          </w:p>
        </w:tc>
        <w:tc>
          <w:tcPr>
            <w:tcW w:w="4111" w:type="dxa"/>
            <w:shd w:val="clear" w:color="auto" w:fill="F2F2F2"/>
            <w:vAlign w:val="center"/>
          </w:tcPr>
          <w:p w14:paraId="19EC5534" w14:textId="2BB10D77" w:rsidR="00CF3E65" w:rsidRPr="00AD34AC" w:rsidRDefault="00CF3E65" w:rsidP="00AD34AC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手引き該当箇所</w:t>
            </w:r>
          </w:p>
        </w:tc>
      </w:tr>
      <w:tr w:rsidR="00CF3E65" w:rsidRPr="00AD34AC" w14:paraId="675F58E2" w14:textId="66A5E469" w:rsidTr="00CF3E65">
        <w:trPr>
          <w:trHeight w:val="507"/>
          <w:jc w:val="center"/>
        </w:trPr>
        <w:tc>
          <w:tcPr>
            <w:tcW w:w="1129" w:type="dxa"/>
            <w:vAlign w:val="center"/>
          </w:tcPr>
          <w:p w14:paraId="37E9F4B4" w14:textId="7BD15C6D" w:rsidR="00CF3E65" w:rsidRDefault="00CF3E65" w:rsidP="00CF3E65">
            <w:pPr>
              <w:jc w:val="center"/>
              <w:rPr>
                <w:rFonts w:ascii="ＭＳ ゴシック" w:eastAsia="ＭＳ ゴシック" w:hAnsi="ＭＳ ゴシック" w:hint="eastAsia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－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8BEE3C4" w14:textId="38D9F4D5" w:rsidR="00CF3E65" w:rsidRPr="00AD34AC" w:rsidRDefault="00CF3E65" w:rsidP="00CF3E65">
            <w:pPr>
              <w:rPr>
                <w:rFonts w:ascii="ＭＳ ゴシック" w:eastAsia="ＭＳ ゴシック" w:hAnsi="ＭＳ ゴシック" w:hint="eastAsia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提出書類チェックシート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E34AD0C" w14:textId="3318AD99" w:rsidR="00CF3E65" w:rsidRPr="00AD34AC" w:rsidRDefault="00CF3E65" w:rsidP="00CF3E65">
            <w:pPr>
              <w:rPr>
                <w:rFonts w:ascii="ＭＳ ゴシック" w:eastAsia="ＭＳ ゴシック" w:hAnsi="ＭＳ ゴシック" w:hint="eastAsia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P9：対象経費の費目別資料</w:t>
            </w:r>
          </w:p>
        </w:tc>
      </w:tr>
      <w:tr w:rsidR="00CF3E65" w:rsidRPr="00AD34AC" w14:paraId="44A2FE62" w14:textId="60973699" w:rsidTr="00CF3E65">
        <w:trPr>
          <w:trHeight w:val="507"/>
          <w:jc w:val="center"/>
        </w:trPr>
        <w:tc>
          <w:tcPr>
            <w:tcW w:w="1129" w:type="dxa"/>
            <w:vAlign w:val="center"/>
          </w:tcPr>
          <w:p w14:paraId="0C94710B" w14:textId="50940654" w:rsidR="00CF3E65" w:rsidRDefault="00CF3E65" w:rsidP="00CF3E65">
            <w:pPr>
              <w:rPr>
                <w:rFonts w:ascii="ＭＳ ゴシック" w:eastAsia="ＭＳ ゴシック" w:hAnsi="ＭＳ ゴシック" w:hint="eastAsia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別紙1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1EACDEC" w14:textId="1270DBD8" w:rsidR="00CF3E65" w:rsidRDefault="00CF3E65" w:rsidP="00CF3E65">
            <w:pPr>
              <w:rPr>
                <w:rFonts w:ascii="ＭＳ ゴシック" w:eastAsia="ＭＳ ゴシック" w:hAnsi="ＭＳ ゴシック" w:hint="eastAsia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費目別内訳書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7EA8EEE" w14:textId="2E1E2A27" w:rsidR="00CF3E65" w:rsidRPr="00AD34AC" w:rsidRDefault="00CF3E65" w:rsidP="00CF3E65">
            <w:pPr>
              <w:rPr>
                <w:rFonts w:ascii="ＭＳ ゴシック" w:eastAsia="ＭＳ ゴシック" w:hAnsi="ＭＳ ゴシック" w:hint="eastAsia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P9：対象経費の費目別資料</w:t>
            </w:r>
          </w:p>
        </w:tc>
      </w:tr>
      <w:tr w:rsidR="00CF3E65" w:rsidRPr="00AD34AC" w14:paraId="5AAFBBFD" w14:textId="0A20F334" w:rsidTr="00CF3E65">
        <w:trPr>
          <w:trHeight w:val="507"/>
          <w:jc w:val="center"/>
        </w:trPr>
        <w:tc>
          <w:tcPr>
            <w:tcW w:w="1129" w:type="dxa"/>
            <w:vAlign w:val="center"/>
          </w:tcPr>
          <w:p w14:paraId="55F8537A" w14:textId="3740DE42" w:rsidR="00CF3E65" w:rsidRDefault="00CF3E65" w:rsidP="00CF3E65">
            <w:pPr>
              <w:rPr>
                <w:rFonts w:ascii="ＭＳ ゴシック" w:eastAsia="ＭＳ ゴシック" w:hAnsi="ＭＳ ゴシック" w:hint="eastAsia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別紙2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7BFDF08" w14:textId="5B70719B" w:rsidR="00CF3E65" w:rsidRPr="00AD34AC" w:rsidRDefault="00CF3E65" w:rsidP="00CF3E65">
            <w:pPr>
              <w:rPr>
                <w:rFonts w:ascii="ＭＳ ゴシック" w:eastAsia="ＭＳ ゴシック" w:hAnsi="ＭＳ ゴシック" w:hint="eastAsia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事業化等状況報告書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6DC081B" w14:textId="50CBF710" w:rsidR="00CF3E65" w:rsidRPr="00AD34AC" w:rsidRDefault="00CF3E65" w:rsidP="00CF3E65">
            <w:pPr>
              <w:rPr>
                <w:rFonts w:ascii="ＭＳ ゴシック" w:eastAsia="ＭＳ ゴシック" w:hAnsi="ＭＳ ゴシック" w:hint="eastAsia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P12：対象事業終了後の義務・手続等</w:t>
            </w:r>
          </w:p>
        </w:tc>
      </w:tr>
      <w:tr w:rsidR="00CF3E65" w:rsidRPr="00AD34AC" w14:paraId="711D442A" w14:textId="10E274AF" w:rsidTr="00CF3E65">
        <w:trPr>
          <w:trHeight w:val="507"/>
          <w:jc w:val="center"/>
        </w:trPr>
        <w:tc>
          <w:tcPr>
            <w:tcW w:w="1129" w:type="dxa"/>
            <w:vAlign w:val="center"/>
          </w:tcPr>
          <w:p w14:paraId="559A87FB" w14:textId="5A82724E" w:rsidR="00CF3E65" w:rsidRDefault="00CF3E65" w:rsidP="00CF3E65">
            <w:pPr>
              <w:rPr>
                <w:rFonts w:ascii="ＭＳ ゴシック" w:eastAsia="ＭＳ ゴシック" w:hAnsi="ＭＳ ゴシック" w:hint="eastAsia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別紙3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CBA245F" w14:textId="6699305C" w:rsidR="00CF3E65" w:rsidRPr="00AD34AC" w:rsidRDefault="00CF3E65" w:rsidP="00CF3E65">
            <w:pPr>
              <w:rPr>
                <w:rFonts w:ascii="ＭＳ ゴシック" w:eastAsia="ＭＳ ゴシック" w:hAnsi="ＭＳ ゴシック" w:hint="eastAsia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事業化等状況報告書(収益状況)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C123225" w14:textId="745E36AE" w:rsidR="00CF3E65" w:rsidRPr="00AD34AC" w:rsidRDefault="00CF3E65" w:rsidP="00CF3E65">
            <w:pPr>
              <w:rPr>
                <w:rFonts w:ascii="ＭＳ ゴシック" w:eastAsia="ＭＳ ゴシック" w:hAnsi="ＭＳ ゴシック" w:hint="eastAsia"/>
                <w:szCs w:val="24"/>
              </w:rPr>
            </w:pPr>
            <w:r w:rsidRPr="00CF3E65">
              <w:rPr>
                <w:rFonts w:ascii="ＭＳ ゴシック" w:eastAsia="ＭＳ ゴシック" w:hAnsi="ＭＳ ゴシック" w:hint="eastAsia"/>
                <w:szCs w:val="24"/>
              </w:rPr>
              <w:t>P12：対象事業終了後の義務・手続等</w:t>
            </w:r>
          </w:p>
        </w:tc>
      </w:tr>
      <w:tr w:rsidR="00CF3E65" w:rsidRPr="00AD34AC" w14:paraId="1522F447" w14:textId="4C761209" w:rsidTr="00CF3E65">
        <w:trPr>
          <w:trHeight w:val="507"/>
          <w:jc w:val="center"/>
        </w:trPr>
        <w:tc>
          <w:tcPr>
            <w:tcW w:w="1129" w:type="dxa"/>
            <w:vAlign w:val="center"/>
          </w:tcPr>
          <w:p w14:paraId="00C69DF1" w14:textId="7F18410A" w:rsidR="00CF3E65" w:rsidRDefault="00CF3E65" w:rsidP="00CF3E65">
            <w:pPr>
              <w:rPr>
                <w:rFonts w:ascii="ＭＳ ゴシック" w:eastAsia="ＭＳ ゴシック" w:hAnsi="ＭＳ ゴシック" w:hint="eastAsia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別紙4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A4FC3A7" w14:textId="2F54FF08" w:rsidR="00CF3E65" w:rsidRPr="00AD34AC" w:rsidRDefault="00CF3E65" w:rsidP="00CF3E65">
            <w:pPr>
              <w:rPr>
                <w:rFonts w:ascii="ＭＳ ゴシック" w:eastAsia="ＭＳ ゴシック" w:hAnsi="ＭＳ ゴシック" w:hint="eastAsia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出張旅費明細書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111D82E" w14:textId="0BA1233A" w:rsidR="00CF3E65" w:rsidRPr="00AD34AC" w:rsidRDefault="00CF3E65" w:rsidP="00CF3E65">
            <w:pPr>
              <w:rPr>
                <w:rFonts w:ascii="ＭＳ ゴシック" w:eastAsia="ＭＳ ゴシック" w:hAnsi="ＭＳ ゴシック" w:hint="eastAsia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P27：「旅費」費目別の必要な証拠書類</w:t>
            </w:r>
          </w:p>
        </w:tc>
      </w:tr>
      <w:tr w:rsidR="00CF3E65" w:rsidRPr="00AD34AC" w14:paraId="2858B2EA" w14:textId="2B53FDA8" w:rsidTr="00CF3E65">
        <w:trPr>
          <w:trHeight w:val="507"/>
          <w:jc w:val="center"/>
        </w:trPr>
        <w:tc>
          <w:tcPr>
            <w:tcW w:w="1129" w:type="dxa"/>
            <w:vAlign w:val="center"/>
          </w:tcPr>
          <w:p w14:paraId="1879B4F2" w14:textId="5660AA1F" w:rsidR="00CF3E65" w:rsidRDefault="00CF3E65" w:rsidP="00CF3E65">
            <w:pPr>
              <w:rPr>
                <w:rFonts w:ascii="ＭＳ ゴシック" w:eastAsia="ＭＳ ゴシック" w:hAnsi="ＭＳ ゴシック" w:hint="eastAsia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別紙5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BD21A95" w14:textId="217FEB4D" w:rsidR="00CF3E65" w:rsidRPr="00AD34AC" w:rsidRDefault="00CF3E65" w:rsidP="00CF3E65">
            <w:pPr>
              <w:rPr>
                <w:rFonts w:ascii="ＭＳ ゴシック" w:eastAsia="ＭＳ ゴシック" w:hAnsi="ＭＳ ゴシック" w:hint="eastAsia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取得財産等処分完了報告書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652AD75" w14:textId="5663A879" w:rsidR="00CF3E65" w:rsidRPr="00AD34AC" w:rsidRDefault="00CF3E65" w:rsidP="00CF3E65">
            <w:pPr>
              <w:rPr>
                <w:rFonts w:ascii="ＭＳ ゴシック" w:eastAsia="ＭＳ ゴシック" w:hAnsi="ＭＳ ゴシック" w:hint="eastAsia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P11,12：取得財産の管理等</w:t>
            </w:r>
          </w:p>
        </w:tc>
      </w:tr>
    </w:tbl>
    <w:p w14:paraId="1FE1B928" w14:textId="77777777" w:rsidR="00D12191" w:rsidRDefault="00D12191" w:rsidP="00D12191">
      <w:pPr>
        <w:jc w:val="left"/>
        <w:rPr>
          <w:rFonts w:ascii="ＭＳ ゴシック" w:eastAsia="ＭＳ ゴシック" w:hAnsi="ＭＳ ゴシック"/>
          <w:sz w:val="22"/>
        </w:rPr>
      </w:pPr>
    </w:p>
    <w:p w14:paraId="3188F013" w14:textId="77777777" w:rsidR="00830D78" w:rsidRDefault="00830D78" w:rsidP="00AD34AC">
      <w:pPr>
        <w:spacing w:line="0" w:lineRule="atLeast"/>
        <w:jc w:val="left"/>
        <w:rPr>
          <w:rFonts w:ascii="ＭＳ ゴシック" w:eastAsia="ＭＳ ゴシック" w:hAnsi="ＭＳ ゴシック"/>
          <w:sz w:val="28"/>
        </w:rPr>
      </w:pPr>
    </w:p>
    <w:p w14:paraId="6D6ED9BF" w14:textId="77777777" w:rsidR="0087601F" w:rsidRPr="0087601F" w:rsidRDefault="0087601F" w:rsidP="000F10F0">
      <w:pPr>
        <w:spacing w:line="0" w:lineRule="atLeast"/>
        <w:rPr>
          <w:rFonts w:ascii="ＭＳ ゴシック" w:eastAsia="ＭＳ ゴシック" w:hAnsi="ＭＳ ゴシック"/>
          <w:sz w:val="28"/>
        </w:rPr>
      </w:pPr>
    </w:p>
    <w:sectPr w:rsidR="0087601F" w:rsidRPr="0087601F" w:rsidSect="00BC54D8">
      <w:pgSz w:w="11906" w:h="16838" w:code="9"/>
      <w:pgMar w:top="1701" w:right="1701" w:bottom="1701" w:left="1701" w:header="851" w:footer="992" w:gutter="0"/>
      <w:cols w:space="425"/>
      <w:docGrid w:type="linesAndChars" w:linePitch="328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4AA8A" w14:textId="77777777" w:rsidR="00273BA2" w:rsidRDefault="00273BA2" w:rsidP="00BC54D8">
      <w:r>
        <w:separator/>
      </w:r>
    </w:p>
  </w:endnote>
  <w:endnote w:type="continuationSeparator" w:id="0">
    <w:p w14:paraId="3A74E008" w14:textId="77777777" w:rsidR="00273BA2" w:rsidRDefault="00273BA2" w:rsidP="00BC5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A47437" w14:textId="77777777" w:rsidR="00273BA2" w:rsidRDefault="00273BA2" w:rsidP="00BC54D8">
      <w:r>
        <w:separator/>
      </w:r>
    </w:p>
  </w:footnote>
  <w:footnote w:type="continuationSeparator" w:id="0">
    <w:p w14:paraId="595640B8" w14:textId="77777777" w:rsidR="00273BA2" w:rsidRDefault="00273BA2" w:rsidP="00BC54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defaultTabStop w:val="840"/>
  <w:drawingGridHorizontalSpacing w:val="112"/>
  <w:drawingGridVerticalSpacing w:val="164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061"/>
    <w:rsid w:val="00005006"/>
    <w:rsid w:val="00031135"/>
    <w:rsid w:val="000B4F67"/>
    <w:rsid w:val="000F10F0"/>
    <w:rsid w:val="00183291"/>
    <w:rsid w:val="001D197E"/>
    <w:rsid w:val="001E4D2A"/>
    <w:rsid w:val="0021289C"/>
    <w:rsid w:val="00212F8F"/>
    <w:rsid w:val="00252F15"/>
    <w:rsid w:val="0025785C"/>
    <w:rsid w:val="0026298C"/>
    <w:rsid w:val="00273BA2"/>
    <w:rsid w:val="00277B36"/>
    <w:rsid w:val="00282F9A"/>
    <w:rsid w:val="002854CE"/>
    <w:rsid w:val="002D4DB0"/>
    <w:rsid w:val="00367EB1"/>
    <w:rsid w:val="00373C84"/>
    <w:rsid w:val="003C15A0"/>
    <w:rsid w:val="00401C3F"/>
    <w:rsid w:val="00420061"/>
    <w:rsid w:val="00437F4D"/>
    <w:rsid w:val="0044374D"/>
    <w:rsid w:val="00482E99"/>
    <w:rsid w:val="004A08EE"/>
    <w:rsid w:val="004B0041"/>
    <w:rsid w:val="004B1BC7"/>
    <w:rsid w:val="004D1E5F"/>
    <w:rsid w:val="00515B34"/>
    <w:rsid w:val="0056493C"/>
    <w:rsid w:val="005F6DBE"/>
    <w:rsid w:val="006136EB"/>
    <w:rsid w:val="006A7FBB"/>
    <w:rsid w:val="006E65B7"/>
    <w:rsid w:val="00700ABE"/>
    <w:rsid w:val="00752A45"/>
    <w:rsid w:val="007B407E"/>
    <w:rsid w:val="00830D78"/>
    <w:rsid w:val="00831E1E"/>
    <w:rsid w:val="00853543"/>
    <w:rsid w:val="00855E8B"/>
    <w:rsid w:val="008626BD"/>
    <w:rsid w:val="0087601F"/>
    <w:rsid w:val="00877DF3"/>
    <w:rsid w:val="008A2471"/>
    <w:rsid w:val="008F1CCC"/>
    <w:rsid w:val="00957E86"/>
    <w:rsid w:val="00973C9F"/>
    <w:rsid w:val="009D3C4A"/>
    <w:rsid w:val="009E487D"/>
    <w:rsid w:val="00A45E0A"/>
    <w:rsid w:val="00A842B2"/>
    <w:rsid w:val="00AA259A"/>
    <w:rsid w:val="00AA4D53"/>
    <w:rsid w:val="00AB41B8"/>
    <w:rsid w:val="00AD2946"/>
    <w:rsid w:val="00AD34AC"/>
    <w:rsid w:val="00AD3E06"/>
    <w:rsid w:val="00AF3930"/>
    <w:rsid w:val="00B50C4C"/>
    <w:rsid w:val="00B62FC3"/>
    <w:rsid w:val="00B657EF"/>
    <w:rsid w:val="00B85C11"/>
    <w:rsid w:val="00BA6BEA"/>
    <w:rsid w:val="00BC54D8"/>
    <w:rsid w:val="00C342FD"/>
    <w:rsid w:val="00C525A7"/>
    <w:rsid w:val="00C53338"/>
    <w:rsid w:val="00C66C8D"/>
    <w:rsid w:val="00CD10CB"/>
    <w:rsid w:val="00CF3E65"/>
    <w:rsid w:val="00D01536"/>
    <w:rsid w:val="00D12191"/>
    <w:rsid w:val="00D5671E"/>
    <w:rsid w:val="00D86CAE"/>
    <w:rsid w:val="00E25B69"/>
    <w:rsid w:val="00E648AB"/>
    <w:rsid w:val="00E668BB"/>
    <w:rsid w:val="00F126A2"/>
    <w:rsid w:val="00F36F01"/>
    <w:rsid w:val="00F4438F"/>
    <w:rsid w:val="00FA6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39214DB1"/>
  <w15:chartTrackingRefBased/>
  <w15:docId w15:val="{25242BD6-E550-4523-8429-9090ED3F6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487D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54D8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4">
    <w:name w:val="ヘッダー (文字)"/>
    <w:link w:val="a3"/>
    <w:uiPriority w:val="99"/>
    <w:rsid w:val="00BC54D8"/>
    <w:rPr>
      <w:sz w:val="24"/>
    </w:rPr>
  </w:style>
  <w:style w:type="paragraph" w:styleId="a5">
    <w:name w:val="footer"/>
    <w:basedOn w:val="a"/>
    <w:link w:val="a6"/>
    <w:uiPriority w:val="99"/>
    <w:unhideWhenUsed/>
    <w:rsid w:val="00BC54D8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6">
    <w:name w:val="フッター (文字)"/>
    <w:link w:val="a5"/>
    <w:uiPriority w:val="99"/>
    <w:rsid w:val="00BC54D8"/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1E4D2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1E4D2A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D121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-doi\Desktop\&#12471;&#12519;&#12540;&#12488;&#12459;&#12483;&#12488;&#38598;\&#25991;&#26360;1.4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文書1.4</Template>
  <TotalTime>33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土井 和雄</dc:creator>
  <cp:keywords/>
  <dc:description/>
  <cp:lastModifiedBy>2410N 中小</cp:lastModifiedBy>
  <cp:revision>3</cp:revision>
  <cp:lastPrinted>2023-07-11T05:46:00Z</cp:lastPrinted>
  <dcterms:created xsi:type="dcterms:W3CDTF">2022-07-24T07:20:00Z</dcterms:created>
  <dcterms:modified xsi:type="dcterms:W3CDTF">2024-08-06T09:55:00Z</dcterms:modified>
</cp:coreProperties>
</file>