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B814" w14:textId="35566A07" w:rsidR="00FF5C0A" w:rsidRPr="00F44E56" w:rsidRDefault="00FF5C0A" w:rsidP="00FF5C0A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3075EB">
        <w:rPr>
          <w:rFonts w:asciiTheme="minorEastAsia" w:eastAsiaTheme="minorEastAsia" w:hAnsiTheme="min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3075EB">
        <w:rPr>
          <w:rFonts w:asciiTheme="minorEastAsia" w:eastAsiaTheme="minorEastAsia" w:hAnsiTheme="minorEastAsia" w:hint="eastAsia"/>
          <w:b/>
          <w:spacing w:val="3"/>
          <w:sz w:val="24"/>
          <w:szCs w:val="24"/>
          <w:fitText w:val="2880" w:id="-2014014208"/>
        </w:rPr>
        <w:t>書</w:t>
      </w:r>
    </w:p>
    <w:p w14:paraId="2691D0E5" w14:textId="77777777" w:rsidR="00442545" w:rsidRPr="00F44E56" w:rsidRDefault="00442545" w:rsidP="007110F9">
      <w:pPr>
        <w:rPr>
          <w:rFonts w:asciiTheme="minorEastAsia" w:eastAsiaTheme="minorEastAsia" w:hAnsiTheme="minorEastAsia"/>
        </w:rPr>
      </w:pPr>
    </w:p>
    <w:p w14:paraId="1A8AE7DE" w14:textId="232F9DB5" w:rsidR="004650E1" w:rsidRPr="00B23177" w:rsidRDefault="00E5776A" w:rsidP="007110F9">
      <w:pPr>
        <w:rPr>
          <w:rFonts w:asciiTheme="minorEastAsia" w:eastAsiaTheme="minorEastAsia" w:hAnsiTheme="minorEastAsia"/>
          <w:b/>
        </w:rPr>
      </w:pPr>
      <w:r w:rsidRPr="00B23177">
        <w:rPr>
          <w:rFonts w:asciiTheme="minorEastAsia" w:eastAsiaTheme="minorEastAsia" w:hAnsiTheme="minorEastAsia" w:hint="eastAsia"/>
          <w:b/>
        </w:rPr>
        <w:t>※欄が不足する場合は、適宜枠を縦に広げること</w:t>
      </w:r>
    </w:p>
    <w:p w14:paraId="74C1ED89" w14:textId="7868B7F0" w:rsidR="00B23177" w:rsidRPr="00F25E59" w:rsidRDefault="00D368BE" w:rsidP="007110F9">
      <w:pPr>
        <w:rPr>
          <w:rFonts w:asciiTheme="minorEastAsia" w:eastAsiaTheme="minorEastAsia" w:hAnsiTheme="minorEastAsia"/>
          <w:b/>
        </w:rPr>
      </w:pPr>
      <w:bookmarkStart w:id="0" w:name="_GoBack"/>
      <w:r w:rsidRPr="00F25E59">
        <w:rPr>
          <w:rFonts w:asciiTheme="minorEastAsia" w:eastAsiaTheme="minorEastAsia" w:hAnsiTheme="minorEastAsia" w:hint="eastAsia"/>
          <w:b/>
        </w:rPr>
        <w:t>※補助事業計画書は</w:t>
      </w:r>
      <w:r w:rsidR="00E76BE2" w:rsidRPr="00F25E59">
        <w:rPr>
          <w:rFonts w:asciiTheme="minorEastAsia" w:eastAsiaTheme="minorEastAsia" w:hAnsiTheme="minorEastAsia" w:hint="eastAsia"/>
          <w:b/>
        </w:rPr>
        <w:t>12</w:t>
      </w:r>
      <w:r w:rsidR="00B23177" w:rsidRPr="00F25E59">
        <w:rPr>
          <w:rFonts w:asciiTheme="minorEastAsia" w:eastAsiaTheme="minorEastAsia" w:hAnsiTheme="minorEastAsia" w:hint="eastAsia"/>
          <w:b/>
        </w:rPr>
        <w:t>ページ</w:t>
      </w:r>
      <w:r w:rsidRPr="00F25E59">
        <w:rPr>
          <w:rFonts w:asciiTheme="minorEastAsia" w:eastAsiaTheme="minorEastAsia" w:hAnsiTheme="minorEastAsia" w:hint="eastAsia"/>
          <w:b/>
        </w:rPr>
        <w:t>以内で作成してください。（</w:t>
      </w:r>
      <w:r w:rsidR="00B23177" w:rsidRPr="00F25E59">
        <w:rPr>
          <w:rFonts w:asciiTheme="minorEastAsia" w:eastAsiaTheme="minorEastAsia" w:hAnsiTheme="minorEastAsia" w:hint="eastAsia"/>
          <w:b/>
        </w:rPr>
        <w:t>欄外記載、別紙は審査対象としません</w:t>
      </w:r>
      <w:r w:rsidRPr="00F25E59">
        <w:rPr>
          <w:rFonts w:asciiTheme="minorEastAsia" w:eastAsiaTheme="minorEastAsia" w:hAnsiTheme="minorEastAsia" w:hint="eastAsia"/>
          <w:b/>
        </w:rPr>
        <w:t>。）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14:paraId="6F65CB8A" w14:textId="54A0CF04" w:rsidR="00B663C3" w:rsidRPr="00F44E56" w:rsidRDefault="008F7ED5" w:rsidP="0044745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 w:rsidRPr="00F44E56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57D95" w:rsidRPr="00F44E56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Pr="00F44E56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1E0F67D2" w14:textId="1418CFAD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16E3E010" w14:textId="77777777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146D9F00" w14:textId="3140230E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61971D31" w14:textId="7D47BF35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47F4F5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503B1B67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F44E56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434"/>
      </w:tblGrid>
      <w:tr w:rsidR="00357D95" w:rsidRPr="00F44E56" w14:paraId="09601D9D" w14:textId="77777777" w:rsidTr="007F1885">
        <w:trPr>
          <w:trHeight w:val="51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F44E56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357D95" w:rsidRPr="00F44E56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1E1E1286" w:rsidR="00103C76" w:rsidRPr="00F44E56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Pr="00F44E5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EAFD010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F44E56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194FC17C" w14:textId="3F1792D7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06691175" w14:textId="477F1190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70D1ADF5" w14:textId="45DD0763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B713CAD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E15FC20" w14:textId="3C763E21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1F3A3E0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3448FA1C" w14:textId="6E73D03D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02B96903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3069EB41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9D69C86" w14:textId="07CF76B2" w:rsidR="0019660A" w:rsidRPr="00F44E56" w:rsidRDefault="0019660A" w:rsidP="00542675">
            <w:pPr>
              <w:rPr>
                <w:rFonts w:asciiTheme="minorEastAsia" w:eastAsiaTheme="minorEastAsia" w:hAnsiTheme="minorEastAsia"/>
              </w:rPr>
            </w:pPr>
          </w:p>
          <w:p w14:paraId="3D093F30" w14:textId="1B349F5B" w:rsidR="008669FC" w:rsidRPr="00F44E56" w:rsidRDefault="008669FC" w:rsidP="00542675">
            <w:pPr>
              <w:rPr>
                <w:rFonts w:asciiTheme="minorEastAsia" w:eastAsiaTheme="minorEastAsia" w:hAnsiTheme="minorEastAsia"/>
              </w:rPr>
            </w:pPr>
          </w:p>
          <w:p w14:paraId="4CD21EEE" w14:textId="33F96522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1A98692" w14:textId="5F9C51E0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AFDD91E" w14:textId="52319F46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54B825E2" w14:textId="77777777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4AFA5DFA" w14:textId="7777777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  <w:p w14:paraId="51A7E0DA" w14:textId="43D3E3B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24703DAB" w:rsidR="00732053" w:rsidRPr="00F44E56" w:rsidRDefault="008B1163" w:rsidP="00DE4DF8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生産性向上</w:t>
            </w:r>
            <w:r w:rsidR="00331665">
              <w:rPr>
                <w:rFonts w:asciiTheme="minorEastAsia" w:eastAsiaTheme="minorEastAsia" w:hAnsiTheme="minorEastAsia" w:hint="eastAsia"/>
              </w:rPr>
              <w:t>に向けた</w:t>
            </w:r>
            <w:r w:rsidR="001E70F1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357D95" w:rsidRPr="00F44E56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510F6BCD" w14:textId="5E76A66C" w:rsidR="00494005" w:rsidRPr="00F44E56" w:rsidRDefault="00494005" w:rsidP="00DE4DF8">
            <w:pPr>
              <w:rPr>
                <w:rFonts w:asciiTheme="minorEastAsia" w:eastAsiaTheme="minorEastAsia" w:hAnsiTheme="minorEastAsia"/>
              </w:rPr>
            </w:pPr>
          </w:p>
          <w:p w14:paraId="64E1C20D" w14:textId="45B48C78" w:rsidR="0019660A" w:rsidRPr="00F44E56" w:rsidRDefault="0019660A" w:rsidP="00DE4DF8">
            <w:pPr>
              <w:rPr>
                <w:rFonts w:asciiTheme="minorEastAsia" w:eastAsiaTheme="minorEastAsia" w:hAnsiTheme="minorEastAsia"/>
              </w:rPr>
            </w:pPr>
          </w:p>
          <w:p w14:paraId="3A7DBA93" w14:textId="046B7139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8E346B0" w14:textId="321BA382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695C7656" w14:textId="77777777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DACB59C" w14:textId="6314670B" w:rsidR="008669FC" w:rsidRPr="00F44E56" w:rsidRDefault="008669FC" w:rsidP="00DE4DF8">
            <w:pPr>
              <w:rPr>
                <w:rFonts w:asciiTheme="minorEastAsia" w:eastAsiaTheme="minorEastAsia" w:hAnsiTheme="minorEastAsia"/>
              </w:rPr>
            </w:pPr>
          </w:p>
          <w:p w14:paraId="20C1FD0B" w14:textId="396633D5" w:rsidR="00CA19C3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0DF56DC" w14:textId="3313FFA7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21437952" w14:textId="3491F57D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5E8386D0" w14:textId="76D7C18F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25B40B8A" w:rsidR="00B663C3" w:rsidRPr="00F44E56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61CF1DE" w14:textId="0F779B3B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E70F1" w:rsidRPr="00F44E56" w14:paraId="7D80A785" w14:textId="77777777" w:rsidTr="00130E7C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ABCF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実施事業と</w:t>
            </w:r>
            <w:r>
              <w:rPr>
                <w:rFonts w:asciiTheme="minorEastAsia" w:eastAsiaTheme="minorEastAsia" w:hAnsiTheme="minorEastAsia" w:hint="eastAsia"/>
              </w:rPr>
              <w:t>導入設備等の概要</w:t>
            </w:r>
          </w:p>
        </w:tc>
      </w:tr>
      <w:tr w:rsidR="001E70F1" w:rsidRPr="00F44E56" w14:paraId="540E4D03" w14:textId="77777777" w:rsidTr="00130E7C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4948C" w14:textId="5A3D018E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【実施事業のテーマ】</w:t>
            </w:r>
            <w:r w:rsidR="00B23177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概要がわかる名称や内容にしてください</w:t>
            </w:r>
          </w:p>
          <w:p w14:paraId="3DEADCC3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4F151C8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5C9A37" w14:textId="152452E7" w:rsidR="001E70F1" w:rsidRPr="003075EB" w:rsidRDefault="001E70F1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</w:t>
            </w:r>
            <w:r w:rsidR="00481E6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の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具体的な取組内容】</w:t>
            </w:r>
          </w:p>
          <w:p w14:paraId="69950ED6" w14:textId="77777777" w:rsidR="001E70F1" w:rsidRPr="00481E6C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667264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E35036F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2D17A4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594D2ED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10BC72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3BE3E81A" w14:textId="2D8D1A6C" w:rsidR="001E70F1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93B650C" w14:textId="77777777" w:rsidR="00481E6C" w:rsidRPr="00F44E56" w:rsidRDefault="00481E6C" w:rsidP="00130E7C">
            <w:pPr>
              <w:rPr>
                <w:rFonts w:asciiTheme="minorEastAsia" w:eastAsiaTheme="minorEastAsia" w:hAnsiTheme="minorEastAsia"/>
              </w:rPr>
            </w:pPr>
          </w:p>
          <w:p w14:paraId="314C0B7C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【導入設備等の概要】</w:t>
            </w:r>
          </w:p>
          <w:p w14:paraId="4D61516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97D204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04C3CA7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7BFABFB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F35A9CE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68C013B5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BC0F8B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5128F4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FE33D59" w14:textId="77777777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6008274E" w:rsidR="00D365F1" w:rsidRPr="00F44E56" w:rsidRDefault="00331665" w:rsidP="00561EA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生産性向上に向けた取組の</w:t>
            </w:r>
            <w:r w:rsidR="001E70F1">
              <w:rPr>
                <w:rFonts w:asciiTheme="minorEastAsia" w:eastAsiaTheme="minorEastAsia" w:hAnsiTheme="minorEastAsia" w:hint="eastAsia"/>
              </w:rPr>
              <w:t>必要</w:t>
            </w:r>
            <w:r w:rsidR="001E70F1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性</w:t>
            </w:r>
            <w:r w:rsidR="00336D23"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と</w:t>
            </w:r>
            <w:r w:rsidR="00BF06C7"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実施事業の優位性</w:t>
            </w:r>
          </w:p>
        </w:tc>
      </w:tr>
      <w:tr w:rsidR="00357D95" w:rsidRPr="00F44E56" w14:paraId="21B1FA03" w14:textId="77777777" w:rsidTr="002A7BB2">
        <w:trPr>
          <w:trHeight w:val="397"/>
        </w:trPr>
        <w:tc>
          <w:tcPr>
            <w:tcW w:w="9639" w:type="dxa"/>
          </w:tcPr>
          <w:p w14:paraId="5C87EC86" w14:textId="2655A83A" w:rsidR="00251755" w:rsidRDefault="00BF06C7" w:rsidP="0025175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【生産性向上に向けた取組の必要性】</w:t>
            </w:r>
          </w:p>
          <w:p w14:paraId="7D06FED9" w14:textId="106BBE99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07BBF7D" w14:textId="766DD1F5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6E1CA301" w14:textId="5BA65912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7B3DD2F" w14:textId="77777777" w:rsidR="00251755" w:rsidRPr="00F44E56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17E5106" w14:textId="5366A185" w:rsidR="00BC3465" w:rsidRPr="000F5E4B" w:rsidRDefault="00BF06C7" w:rsidP="00B31FC4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【実施事業の優位性】</w:t>
            </w:r>
          </w:p>
          <w:p w14:paraId="69F15481" w14:textId="3EF7150A" w:rsidR="00B64D5A" w:rsidRPr="00F44E56" w:rsidRDefault="00B64D5A" w:rsidP="00B31FC4">
            <w:pPr>
              <w:rPr>
                <w:rFonts w:asciiTheme="minorEastAsia" w:eastAsiaTheme="minorEastAsia" w:hAnsiTheme="minorEastAsia"/>
              </w:rPr>
            </w:pPr>
          </w:p>
          <w:p w14:paraId="2E6FC21E" w14:textId="77777777" w:rsidR="00742BA9" w:rsidRPr="00F44E56" w:rsidRDefault="00742BA9" w:rsidP="00B31FC4">
            <w:pPr>
              <w:rPr>
                <w:rFonts w:asciiTheme="minorEastAsia" w:eastAsiaTheme="minorEastAsia" w:hAnsiTheme="minorEastAsia"/>
              </w:rPr>
            </w:pPr>
          </w:p>
          <w:p w14:paraId="68E4AA1A" w14:textId="77777777" w:rsidR="008669FC" w:rsidRPr="00F44E56" w:rsidRDefault="008669FC" w:rsidP="00B31FC4">
            <w:pPr>
              <w:rPr>
                <w:rFonts w:asciiTheme="minorEastAsia" w:eastAsiaTheme="minorEastAsia" w:hAnsiTheme="minorEastAsia"/>
              </w:rPr>
            </w:pPr>
          </w:p>
          <w:p w14:paraId="630714B3" w14:textId="2B6B6E4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54B5CCE5" w:rsidR="00C51F14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2E28DDC7" w:rsidR="00D365F1" w:rsidRPr="00F44E56" w:rsidRDefault="00B663C3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br w:type="page"/>
            </w:r>
            <w:r w:rsidR="00251755">
              <w:rPr>
                <w:rFonts w:asciiTheme="minorEastAsia" w:eastAsiaTheme="minorEastAsia" w:hAnsiTheme="minorEastAsia" w:hint="eastAsia"/>
              </w:rPr>
              <w:t>実施事業</w:t>
            </w:r>
            <w:r w:rsidR="00331665">
              <w:rPr>
                <w:rFonts w:asciiTheme="minorEastAsia" w:eastAsiaTheme="minorEastAsia" w:hAnsiTheme="minorEastAsia" w:hint="eastAsia"/>
              </w:rPr>
              <w:t>により期待される効果</w:t>
            </w:r>
          </w:p>
        </w:tc>
      </w:tr>
      <w:tr w:rsidR="00357D95" w:rsidRPr="00F44E56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037CE3EC" w:rsidR="00D365F1" w:rsidRPr="00EC0FF8" w:rsidRDefault="00B262E7" w:rsidP="00C144FA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【期待される</w:t>
            </w:r>
            <w:r w:rsidR="00DA33C7"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効果</w:t>
            </w:r>
            <w:r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】</w:t>
            </w:r>
          </w:p>
          <w:p w14:paraId="18C7AC63" w14:textId="77777777" w:rsidR="002E1888" w:rsidRPr="00EC0FF8" w:rsidRDefault="002E188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60CC6A4" w14:textId="532D5187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C9D7A9E" w14:textId="1075B952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F5341EE" w14:textId="0814F159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764E3E" w14:textId="6BE8CAEC" w:rsidR="00AD1B20" w:rsidRDefault="00AD1B20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277D834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436FBF9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ADB0BE8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870686A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74215A31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8B482D6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7F64296" w14:textId="0A9A9E38" w:rsidR="00EC0FF8" w:rsidRP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357D95" w:rsidRPr="00F44E56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42C2C151" w14:textId="20DFAFBE" w:rsidR="00EC0FF8" w:rsidRDefault="00B262E7" w:rsidP="00B262E7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（千円</w:t>
            </w:r>
            <w:r w:rsidRPr="00F44E56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1CD4550C" w14:textId="77777777" w:rsidR="00EC0FF8" w:rsidRPr="00F25E59" w:rsidRDefault="00EC0FF8" w:rsidP="00EC0FF8">
            <w:pPr>
              <w:ind w:leftChars="100" w:left="630" w:hangingChars="200" w:hanging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</w:t>
            </w:r>
            <w:r w:rsidRPr="00F25E59">
              <w:rPr>
                <w:rFonts w:asciiTheme="minorEastAsia" w:eastAsiaTheme="minorEastAsia" w:hAnsiTheme="minorEastAsia" w:hint="eastAsia"/>
              </w:rPr>
              <w:t>「人件費(労務費</w:t>
            </w:r>
            <w:r w:rsidRPr="00F25E59">
              <w:rPr>
                <w:rFonts w:asciiTheme="minorEastAsia" w:eastAsiaTheme="minorEastAsia" w:hAnsiTheme="minorEastAsia"/>
              </w:rPr>
              <w:t>)</w:t>
            </w:r>
            <w:r w:rsidRPr="00F25E59">
              <w:rPr>
                <w:rFonts w:asciiTheme="minorEastAsia" w:eastAsiaTheme="minorEastAsia" w:hAnsiTheme="minorEastAsia" w:hint="eastAsia"/>
              </w:rPr>
              <w:t>」については、全従業員及び役員に支払う給与支給総額、福利厚生費、法定福利費、退職金、外注費を合算したものをいいます。</w:t>
            </w:r>
          </w:p>
          <w:p w14:paraId="18CF6290" w14:textId="77777777" w:rsidR="00EC0FF8" w:rsidRPr="00F25E59" w:rsidRDefault="00EC0FF8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※「減価償却費」については、リース・レンタル費用を含みます。</w:t>
            </w:r>
          </w:p>
          <w:p w14:paraId="6704E070" w14:textId="6E6DA746" w:rsidR="00EC0FF8" w:rsidRPr="00F25E59" w:rsidRDefault="00EC0FF8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※「付加価値額伸び率」については直近期末の「付加価値額」を基準として算出してください。</w:t>
            </w:r>
          </w:p>
          <w:p w14:paraId="3C85B5E9" w14:textId="3AFD0FD0" w:rsidR="00C716AD" w:rsidRPr="00F25E59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9547794" w14:textId="7E2A4D24" w:rsidR="00C716AD" w:rsidRPr="00F25E59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25E59">
              <w:rPr>
                <w:rFonts w:asciiTheme="minorEastAsia" w:eastAsiaTheme="minorEastAsia" w:hAnsiTheme="minorEastAsia" w:hint="eastAsia"/>
              </w:rPr>
              <w:t>【実施事業後の賃上げに係る取組（計画）】</w:t>
            </w:r>
          </w:p>
          <w:p w14:paraId="37DE5C1C" w14:textId="0AB20E63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BDEAAD4" w14:textId="2C01B75E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8E456AE" w14:textId="4957BFAB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60E8CC" w14:textId="761B8018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80E036B" w14:textId="179D1463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023D35D" w14:textId="5BDD9D9D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FF48200" w14:textId="74D909CD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55A0278" w14:textId="45BE14AA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82B95E0" w14:textId="6492C129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D093548" w14:textId="77777777" w:rsidR="00C716AD" w:rsidRP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7FA60185" w14:textId="77777777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E8A4BE4" w14:textId="4B984970" w:rsidR="00C1175D" w:rsidRPr="00C1175D" w:rsidRDefault="00C1175D" w:rsidP="00C1175D">
            <w:pPr>
              <w:ind w:right="180" w:firstLineChars="100" w:firstLine="180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C1175D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（千円・人）</w:t>
            </w:r>
          </w:p>
          <w:tbl>
            <w:tblPr>
              <w:tblStyle w:val="ab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3118"/>
              <w:gridCol w:w="3048"/>
              <w:gridCol w:w="3048"/>
            </w:tblGrid>
            <w:tr w:rsidR="00C1175D" w14:paraId="085899EE" w14:textId="77777777" w:rsidTr="00B17B6F">
              <w:tc>
                <w:tcPr>
                  <w:tcW w:w="3118" w:type="dxa"/>
                  <w:vAlign w:val="center"/>
                </w:tcPr>
                <w:p w14:paraId="5EFE0149" w14:textId="321AA8A8" w:rsidR="00C1175D" w:rsidRPr="00F25E59" w:rsidRDefault="00C1175D" w:rsidP="002668E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賃上げ計画を</w:t>
                  </w:r>
                  <w:r w:rsidRPr="00F25E59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3048" w:type="dxa"/>
                  <w:vAlign w:val="center"/>
                </w:tcPr>
                <w:p w14:paraId="705AEA14" w14:textId="77777777" w:rsidR="00C1175D" w:rsidRPr="00F25E59" w:rsidRDefault="00C1175D" w:rsidP="00C1175D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51842AE1" w14:textId="6AD2F960" w:rsidR="00C1175D" w:rsidRPr="00F25E59" w:rsidRDefault="00C1175D" w:rsidP="00C1175D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3048" w:type="dxa"/>
                  <w:vAlign w:val="center"/>
                </w:tcPr>
                <w:p w14:paraId="566DE004" w14:textId="1281A5A2" w:rsidR="00C1175D" w:rsidRPr="00F25E59" w:rsidRDefault="00821196" w:rsidP="00821196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直近期末から３</w:t>
                  </w:r>
                  <w:r w:rsidRPr="00F25E59">
                    <w:rPr>
                      <w:rFonts w:asciiTheme="minorEastAsia" w:eastAsiaTheme="minorEastAsia" w:hAnsiTheme="minorEastAsia"/>
                    </w:rPr>
                    <w:t>年後</w:t>
                  </w:r>
                  <w:r w:rsidRPr="00F25E59">
                    <w:rPr>
                      <w:rFonts w:asciiTheme="minorEastAsia" w:eastAsiaTheme="minorEastAsia" w:hAnsiTheme="minorEastAsia" w:hint="eastAsia"/>
                    </w:rPr>
                    <w:t>の目標値</w:t>
                  </w:r>
                </w:p>
              </w:tc>
            </w:tr>
            <w:tr w:rsidR="00C1175D" w14:paraId="7F6755C7" w14:textId="77777777" w:rsidTr="002668E9">
              <w:trPr>
                <w:trHeight w:val="375"/>
              </w:trPr>
              <w:tc>
                <w:tcPr>
                  <w:tcW w:w="3118" w:type="dxa"/>
                  <w:vAlign w:val="center"/>
                </w:tcPr>
                <w:p w14:paraId="4A15FF26" w14:textId="106FEE7A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⑦ 従業員数 合計</w:t>
                  </w:r>
                </w:p>
              </w:tc>
              <w:tc>
                <w:tcPr>
                  <w:tcW w:w="3048" w:type="dxa"/>
                </w:tcPr>
                <w:p w14:paraId="48EA3DC7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5D50E77D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2F817576" w14:textId="77777777" w:rsidTr="002668E9">
              <w:tc>
                <w:tcPr>
                  <w:tcW w:w="3118" w:type="dxa"/>
                  <w:vAlign w:val="center"/>
                </w:tcPr>
                <w:p w14:paraId="065DCC76" w14:textId="204EBFF3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⑧ 常時使用従業員数</w:t>
                  </w:r>
                </w:p>
                <w:p w14:paraId="53021B5F" w14:textId="57796CBC" w:rsidR="00C1175D" w:rsidRPr="00F25E59" w:rsidRDefault="00C1175D" w:rsidP="00C1175D">
                  <w:pPr>
                    <w:ind w:firstLineChars="150" w:firstLine="31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合計</w:t>
                  </w:r>
                </w:p>
              </w:tc>
              <w:tc>
                <w:tcPr>
                  <w:tcW w:w="3048" w:type="dxa"/>
                </w:tcPr>
                <w:p w14:paraId="12E0E1FB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584A2530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58DA8FBD" w14:textId="77777777" w:rsidTr="002668E9">
              <w:trPr>
                <w:trHeight w:val="361"/>
              </w:trPr>
              <w:tc>
                <w:tcPr>
                  <w:tcW w:w="3118" w:type="dxa"/>
                  <w:vAlign w:val="center"/>
                </w:tcPr>
                <w:p w14:paraId="7CE2BA71" w14:textId="6DA7FF7B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⑨ 給与支給総額</w:t>
                  </w:r>
                </w:p>
              </w:tc>
              <w:tc>
                <w:tcPr>
                  <w:tcW w:w="3048" w:type="dxa"/>
                </w:tcPr>
                <w:p w14:paraId="21176CBA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1AB2CFCC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62F3859E" w14:textId="77777777" w:rsidTr="002668E9">
              <w:tc>
                <w:tcPr>
                  <w:tcW w:w="3118" w:type="dxa"/>
                  <w:vAlign w:val="center"/>
                </w:tcPr>
                <w:p w14:paraId="4562767B" w14:textId="77777777" w:rsidR="000D0954" w:rsidRPr="00F25E59" w:rsidRDefault="00C1175D" w:rsidP="00C1175D">
                  <w:pPr>
                    <w:ind w:left="315" w:hangingChars="150" w:hanging="31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⑩ ⑨のうち⑧常時使用する</w:t>
                  </w:r>
                </w:p>
                <w:p w14:paraId="5AF0AB4B" w14:textId="5BE3989C" w:rsidR="00C1175D" w:rsidRPr="00F25E59" w:rsidRDefault="00C1175D" w:rsidP="000D0954">
                  <w:pPr>
                    <w:ind w:leftChars="100" w:left="210" w:firstLineChars="50" w:firstLine="10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従業員の給与支給総額</w:t>
                  </w:r>
                </w:p>
              </w:tc>
              <w:tc>
                <w:tcPr>
                  <w:tcW w:w="3048" w:type="dxa"/>
                </w:tcPr>
                <w:p w14:paraId="5DE83BEE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314FF194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32087E2D" w14:textId="77777777" w:rsidTr="002668E9">
              <w:tc>
                <w:tcPr>
                  <w:tcW w:w="3118" w:type="dxa"/>
                  <w:vAlign w:val="center"/>
                </w:tcPr>
                <w:p w14:paraId="1BB342EB" w14:textId="77777777" w:rsidR="00C1175D" w:rsidRPr="00F25E59" w:rsidRDefault="00C1175D" w:rsidP="00C1175D">
                  <w:pPr>
                    <w:ind w:left="315" w:hangingChars="150" w:hanging="31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⑪ 従業員一人あたりの給与支給総額</w:t>
                  </w:r>
                </w:p>
                <w:p w14:paraId="593CA1D0" w14:textId="28AD4EC2" w:rsidR="00C1175D" w:rsidRPr="00F25E59" w:rsidRDefault="00C1175D" w:rsidP="00C1175D">
                  <w:pPr>
                    <w:ind w:leftChars="100" w:left="315" w:hangingChars="50" w:hanging="10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（⑩÷⑧）</w:t>
                  </w:r>
                </w:p>
              </w:tc>
              <w:tc>
                <w:tcPr>
                  <w:tcW w:w="3048" w:type="dxa"/>
                </w:tcPr>
                <w:p w14:paraId="0618949D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7809FBA9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tbl>
            <w:tblPr>
              <w:tblStyle w:val="ab"/>
              <w:tblpPr w:leftFromText="142" w:rightFromText="142" w:vertAnchor="page" w:horzAnchor="margin" w:tblpXSpec="center" w:tblpY="541"/>
              <w:tblOverlap w:val="never"/>
              <w:tblW w:w="9214" w:type="dxa"/>
              <w:tblLook w:val="04A0" w:firstRow="1" w:lastRow="0" w:firstColumn="1" w:lastColumn="0" w:noHBand="0" w:noVBand="1"/>
            </w:tblPr>
            <w:tblGrid>
              <w:gridCol w:w="3114"/>
              <w:gridCol w:w="3050"/>
              <w:gridCol w:w="3050"/>
            </w:tblGrid>
            <w:tr w:rsidR="00EC0FF8" w:rsidRPr="00F44E56" w14:paraId="486B9B8A" w14:textId="77777777" w:rsidTr="002668E9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682CDB2D" w14:textId="4FEAF9AF" w:rsidR="00EC0FF8" w:rsidRPr="00F44E56" w:rsidRDefault="00EC0FF8" w:rsidP="002668E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生産性向上</w:t>
                  </w:r>
                  <w:r w:rsidRPr="00EC0FF8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を</w:t>
                  </w:r>
                  <w:r w:rsidRPr="00EC0FF8">
                    <w:rPr>
                      <w:rFonts w:asciiTheme="minorEastAsia" w:eastAsiaTheme="minorEastAsia" w:hAnsiTheme="minorEastAsia"/>
                      <w:color w:val="000000" w:themeColor="text1"/>
                    </w:rPr>
                    <w:t>示す指標</w:t>
                  </w:r>
                </w:p>
              </w:tc>
              <w:tc>
                <w:tcPr>
                  <w:tcW w:w="3050" w:type="dxa"/>
                  <w:vAlign w:val="center"/>
                </w:tcPr>
                <w:p w14:paraId="1BE140BD" w14:textId="77777777" w:rsidR="00EC0FF8" w:rsidRPr="00F44E56" w:rsidRDefault="00EC0FF8" w:rsidP="00EC0FF8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2B7D6203" w14:textId="77777777" w:rsidR="00EC0FF8" w:rsidRPr="00F44E56" w:rsidRDefault="00EC0FF8" w:rsidP="00EC0FF8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3050" w:type="dxa"/>
                  <w:vAlign w:val="center"/>
                </w:tcPr>
                <w:p w14:paraId="4C287DB6" w14:textId="7B6217BC" w:rsidR="00EC0FF8" w:rsidRPr="00F44E56" w:rsidRDefault="00821196" w:rsidP="00EC0FF8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="00EC0FF8" w:rsidRPr="00F44E56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="00EC0FF8" w:rsidRPr="00F44E56">
                    <w:rPr>
                      <w:rFonts w:asciiTheme="minorEastAsia" w:eastAsiaTheme="minorEastAsia" w:hAnsiTheme="minorEastAsia"/>
                    </w:rPr>
                    <w:t>年後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の目標値</w:t>
                  </w:r>
                </w:p>
              </w:tc>
            </w:tr>
            <w:tr w:rsidR="00EC0FF8" w:rsidRPr="00F44E56" w14:paraId="3CFD9E7A" w14:textId="77777777" w:rsidTr="002668E9">
              <w:trPr>
                <w:trHeight w:val="370"/>
              </w:trPr>
              <w:tc>
                <w:tcPr>
                  <w:tcW w:w="3114" w:type="dxa"/>
                  <w:vAlign w:val="center"/>
                </w:tcPr>
                <w:p w14:paraId="633AD09A" w14:textId="77777777" w:rsidR="00EC0FF8" w:rsidRPr="00ED70D9" w:rsidRDefault="00EC0FF8" w:rsidP="00EC0FF8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売上（収入）金額</w:t>
                  </w:r>
                </w:p>
              </w:tc>
              <w:tc>
                <w:tcPr>
                  <w:tcW w:w="3050" w:type="dxa"/>
                  <w:vAlign w:val="center"/>
                </w:tcPr>
                <w:p w14:paraId="62618B1F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50147C9E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C0FF8" w:rsidRPr="00F44E56" w14:paraId="262F8D0F" w14:textId="77777777" w:rsidTr="002668E9">
              <w:trPr>
                <w:trHeight w:val="418"/>
              </w:trPr>
              <w:tc>
                <w:tcPr>
                  <w:tcW w:w="3114" w:type="dxa"/>
                  <w:vAlign w:val="center"/>
                </w:tcPr>
                <w:p w14:paraId="68B594E5" w14:textId="77777777" w:rsidR="00EC0FF8" w:rsidRPr="00ED70D9" w:rsidRDefault="00EC0FF8" w:rsidP="00EC0FF8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3050" w:type="dxa"/>
                  <w:vAlign w:val="center"/>
                </w:tcPr>
                <w:p w14:paraId="191E0895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7EBFFBE5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C0FF8" w:rsidRPr="00F44E56" w14:paraId="5E3DC5F9" w14:textId="77777777" w:rsidTr="002668E9">
              <w:trPr>
                <w:trHeight w:val="410"/>
              </w:trPr>
              <w:tc>
                <w:tcPr>
                  <w:tcW w:w="3114" w:type="dxa"/>
                  <w:vAlign w:val="center"/>
                </w:tcPr>
                <w:p w14:paraId="09433E83" w14:textId="77777777" w:rsidR="00EC0FF8" w:rsidRPr="00ED70D9" w:rsidRDefault="00EC0FF8" w:rsidP="00EC0FF8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人件費</w:t>
                  </w:r>
                  <w:r w:rsidRPr="00ED70D9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労務費）</w:t>
                  </w:r>
                </w:p>
              </w:tc>
              <w:tc>
                <w:tcPr>
                  <w:tcW w:w="3050" w:type="dxa"/>
                  <w:vAlign w:val="center"/>
                </w:tcPr>
                <w:p w14:paraId="73C1D4B2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4ECB09A4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C0FF8" w:rsidRPr="00F44E56" w14:paraId="685464F0" w14:textId="77777777" w:rsidTr="002668E9">
              <w:trPr>
                <w:trHeight w:val="402"/>
              </w:trPr>
              <w:tc>
                <w:tcPr>
                  <w:tcW w:w="3114" w:type="dxa"/>
                  <w:vAlign w:val="center"/>
                </w:tcPr>
                <w:p w14:paraId="02E0CE42" w14:textId="77777777" w:rsidR="00EC0FF8" w:rsidRPr="00ED70D9" w:rsidRDefault="00EC0FF8" w:rsidP="00EC0FF8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3050" w:type="dxa"/>
                  <w:vAlign w:val="center"/>
                </w:tcPr>
                <w:p w14:paraId="05556391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250FC063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C0FF8" w:rsidRPr="00F44E56" w14:paraId="587CF974" w14:textId="77777777" w:rsidTr="002668E9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8B13644" w14:textId="77777777" w:rsidR="00EC0FF8" w:rsidRDefault="00EC0FF8" w:rsidP="00EC0FF8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 w:hint="eastAsia"/>
                    </w:rPr>
                    <w:t>付加価値額</w:t>
                  </w:r>
                </w:p>
                <w:p w14:paraId="117B7179" w14:textId="77777777" w:rsidR="00EC0FF8" w:rsidRPr="00ED70D9" w:rsidRDefault="00EC0FF8" w:rsidP="00EC0FF8">
                  <w:pPr>
                    <w:pStyle w:val="ae"/>
                    <w:ind w:leftChars="0" w:left="36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ED70D9">
                    <w:rPr>
                      <w:rFonts w:asciiTheme="minorEastAsia" w:eastAsiaTheme="minorEastAsia" w:hAnsiTheme="minorEastAsia"/>
                    </w:rPr>
                    <w:t>＋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ED70D9">
                    <w:rPr>
                      <w:rFonts w:asciiTheme="minorEastAsia" w:eastAsiaTheme="minorEastAsia" w:hAnsiTheme="minorEastAsia"/>
                    </w:rPr>
                    <w:t>＋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④</w:t>
                  </w:r>
                  <w:r w:rsidRPr="00ED70D9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3050" w:type="dxa"/>
                  <w:vAlign w:val="center"/>
                </w:tcPr>
                <w:p w14:paraId="47BCED39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7E2E7CF7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C0FF8" w:rsidRPr="00F44E56" w14:paraId="2282450C" w14:textId="77777777" w:rsidTr="002668E9">
              <w:trPr>
                <w:trHeight w:val="374"/>
              </w:trPr>
              <w:tc>
                <w:tcPr>
                  <w:tcW w:w="3114" w:type="dxa"/>
                  <w:vAlign w:val="center"/>
                </w:tcPr>
                <w:p w14:paraId="4D7ABC5E" w14:textId="77777777" w:rsidR="00EC0FF8" w:rsidRPr="003075EB" w:rsidRDefault="00EC0FF8" w:rsidP="00EC0FF8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 w:rsidRPr="00345D25">
                    <w:rPr>
                      <w:rFonts w:asciiTheme="minorEastAsia" w:eastAsiaTheme="minorEastAsia" w:hAnsiTheme="minorEastAsia" w:hint="eastAsia"/>
                    </w:rPr>
                    <w:t>付加価値額</w:t>
                  </w: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伸び率</w:t>
                  </w:r>
                </w:p>
              </w:tc>
              <w:tc>
                <w:tcPr>
                  <w:tcW w:w="3050" w:type="dxa"/>
                  <w:vAlign w:val="center"/>
                </w:tcPr>
                <w:p w14:paraId="78994B32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3050" w:type="dxa"/>
                  <w:vAlign w:val="center"/>
                </w:tcPr>
                <w:p w14:paraId="53168893" w14:textId="77777777" w:rsidR="00EC0FF8" w:rsidRPr="00F44E56" w:rsidRDefault="00EC0FF8" w:rsidP="00EC0FF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1A22702B" w14:textId="09A134D6" w:rsidR="00EC0FF8" w:rsidRPr="00F25E59" w:rsidRDefault="00EC0FF8" w:rsidP="00EC0FF8">
            <w:pPr>
              <w:ind w:leftChars="100" w:left="630" w:hangingChars="200" w:hanging="420"/>
              <w:rPr>
                <w:rFonts w:asciiTheme="minorEastAsia" w:eastAsiaTheme="minorEastAsia" w:hAnsiTheme="minorEastAsia"/>
              </w:rPr>
            </w:pPr>
            <w:r w:rsidRPr="00F25E59">
              <w:rPr>
                <w:rFonts w:asciiTheme="minorEastAsia" w:eastAsiaTheme="minorEastAsia" w:hAnsiTheme="minorEastAsia" w:hint="eastAsia"/>
              </w:rPr>
              <w:t>※「給与支給総額」とは、全従業員及び役員に支払う給与等（給与、賃金、賞与、役員報酬等を含み、福利厚生費、法定福利費、退職金は除く）をいいます。</w:t>
            </w:r>
          </w:p>
          <w:p w14:paraId="4F46CD82" w14:textId="734FABFD" w:rsidR="00481E6C" w:rsidRPr="00F44E56" w:rsidRDefault="00481E6C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254055E6" w:rsidR="00CA19C3" w:rsidRPr="00F44E56" w:rsidRDefault="00CA19C3" w:rsidP="00C51F14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/>
        </w:rPr>
        <w:br w:type="page"/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4D1A7A" w:rsidRPr="00F44E56" w14:paraId="2207C019" w14:textId="77777777" w:rsidTr="007A7F12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5A496" w14:textId="77777777" w:rsidR="004D1A7A" w:rsidRPr="00F44E56" w:rsidRDefault="004D1A7A" w:rsidP="000D7C60">
            <w:pPr>
              <w:jc w:val="lef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lastRenderedPageBreak/>
              <w:t>事業の実現可能性</w:t>
            </w:r>
          </w:p>
        </w:tc>
      </w:tr>
      <w:tr w:rsidR="00624B67" w:rsidRPr="00F44E56" w14:paraId="3E8B2C86" w14:textId="77777777" w:rsidTr="007A7F12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613C01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事業の実施</w:t>
            </w:r>
            <w:r w:rsidRPr="00F44E56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7A4D5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2CDA16E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4AB" w14:textId="07E6A4B7" w:rsidR="002D5D66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【実施体制】</w:t>
            </w:r>
          </w:p>
          <w:p w14:paraId="5A3A9B83" w14:textId="62B360E6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6993239" w14:textId="0E285FF2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DF572F9" w14:textId="50295094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C051EDF" w14:textId="2696A41D" w:rsidR="00CA19C3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22B06B" w14:textId="77777777" w:rsidR="00757742" w:rsidRPr="00F44E56" w:rsidRDefault="00757742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494A3F8" w14:textId="77777777" w:rsidR="00CA19C3" w:rsidRPr="00F44E56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ADDC148" w14:textId="77777777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37E828" w14:textId="4C484A7C" w:rsidR="004D1A7A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【実施体制図】</w:t>
            </w:r>
          </w:p>
          <w:p w14:paraId="2E33E642" w14:textId="0C488CCF" w:rsidR="002E1888" w:rsidRPr="00F44E56" w:rsidRDefault="002E1888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64E8636" w14:textId="1D7FBB7B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8482CCF" w14:textId="13EBD3D9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92AECB8" w14:textId="15632D4C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8CD8C09" w14:textId="2081FD6D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5E4155E" w14:textId="77777777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205A00F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7CCED545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AD38E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6D652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0733493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5D8B02E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【計画</w:t>
            </w:r>
            <w:r w:rsidRPr="00F44E56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04EB8EC9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5BD15FBA" w14:textId="77777777" w:rsidR="004D1A7A" w:rsidRPr="00F44E56" w:rsidRDefault="004D1A7A" w:rsidP="000D7C60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□</w:t>
            </w:r>
            <w:r w:rsidRPr="00F44E56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0A5250F1" w14:textId="77777777" w:rsidR="004D1A7A" w:rsidRPr="00F44E56" w:rsidRDefault="004D1A7A" w:rsidP="000D7C60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※事前相談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F44E5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12F7F662" w14:textId="6443E283" w:rsidR="004D1A7A" w:rsidRPr="00F44E56" w:rsidRDefault="004D1A7A" w:rsidP="005906F9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（相談先</w:t>
            </w:r>
            <w:r w:rsidRPr="00F44E56">
              <w:rPr>
                <w:rFonts w:asciiTheme="minorEastAsia" w:eastAsiaTheme="minorEastAsia" w:hAnsiTheme="minorEastAsia"/>
              </w:rPr>
              <w:t>金融機関</w:t>
            </w:r>
            <w:r w:rsidRPr="00F44E56">
              <w:rPr>
                <w:rFonts w:asciiTheme="minorEastAsia" w:eastAsiaTheme="minorEastAsia" w:hAnsiTheme="minorEastAsia" w:hint="eastAsia"/>
              </w:rPr>
              <w:t>：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銀行・信用金庫・信用組合など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支店・部</w:t>
            </w:r>
            <w:r w:rsidRPr="00F44E56">
              <w:rPr>
                <w:rFonts w:asciiTheme="minorEastAsia" w:eastAsiaTheme="minorEastAsia" w:hAnsiTheme="minorEastAsia"/>
              </w:rPr>
              <w:t>）</w:t>
            </w:r>
          </w:p>
          <w:p w14:paraId="4DB3D65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49B2E8D2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8C6286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1E31403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05AC9A95" w14:textId="34AC1B47" w:rsidR="007A7F12" w:rsidRPr="00F44E56" w:rsidRDefault="007A7F12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1977AE8E" w14:textId="77777777" w:rsidTr="007A7F1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p w14:paraId="0FA15E45" w14:textId="77777777" w:rsidR="002C228F" w:rsidRPr="00F44E56" w:rsidRDefault="002C228F" w:rsidP="002C228F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39"/>
              <w:tblOverlap w:val="never"/>
              <w:tblW w:w="9372" w:type="dxa"/>
              <w:tblLook w:val="04A0" w:firstRow="1" w:lastRow="0" w:firstColumn="1" w:lastColumn="0" w:noHBand="0" w:noVBand="1"/>
            </w:tblPr>
            <w:tblGrid>
              <w:gridCol w:w="2610"/>
              <w:gridCol w:w="1026"/>
              <w:gridCol w:w="1026"/>
              <w:gridCol w:w="903"/>
              <w:gridCol w:w="916"/>
              <w:gridCol w:w="916"/>
              <w:gridCol w:w="826"/>
              <w:gridCol w:w="1149"/>
            </w:tblGrid>
            <w:tr w:rsidR="00CB19CC" w:rsidRPr="00F44E56" w14:paraId="25F10A01" w14:textId="26F93F9A" w:rsidTr="003075EB">
              <w:trPr>
                <w:trHeight w:val="367"/>
              </w:trPr>
              <w:tc>
                <w:tcPr>
                  <w:tcW w:w="2610" w:type="dxa"/>
                  <w:vAlign w:val="center"/>
                </w:tcPr>
                <w:p w14:paraId="09463296" w14:textId="77777777" w:rsidR="00CB19CC" w:rsidRPr="003075EB" w:rsidRDefault="00CB19CC" w:rsidP="007A7F12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bookmarkStart w:id="1" w:name="_Hlk91254982"/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実施項目／月</w:t>
                  </w:r>
                </w:p>
              </w:tc>
              <w:tc>
                <w:tcPr>
                  <w:tcW w:w="1026" w:type="dxa"/>
                  <w:vAlign w:val="center"/>
                </w:tcPr>
                <w:p w14:paraId="17632DB6" w14:textId="75F4AF05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R5.</w:t>
                  </w: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7</w:t>
                  </w:r>
                </w:p>
              </w:tc>
              <w:tc>
                <w:tcPr>
                  <w:tcW w:w="1026" w:type="dxa"/>
                  <w:vAlign w:val="center"/>
                </w:tcPr>
                <w:p w14:paraId="52DD5CA2" w14:textId="1ACD9E0A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8</w:t>
                  </w:r>
                </w:p>
              </w:tc>
              <w:tc>
                <w:tcPr>
                  <w:tcW w:w="903" w:type="dxa"/>
                  <w:vAlign w:val="center"/>
                </w:tcPr>
                <w:p w14:paraId="1BD80B92" w14:textId="46E26D55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9</w:t>
                  </w:r>
                </w:p>
              </w:tc>
              <w:tc>
                <w:tcPr>
                  <w:tcW w:w="916" w:type="dxa"/>
                  <w:vAlign w:val="center"/>
                </w:tcPr>
                <w:p w14:paraId="4A4093BD" w14:textId="014A727A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1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0</w:t>
                  </w:r>
                </w:p>
              </w:tc>
              <w:tc>
                <w:tcPr>
                  <w:tcW w:w="916" w:type="dxa"/>
                  <w:vAlign w:val="center"/>
                </w:tcPr>
                <w:p w14:paraId="2A70A03D" w14:textId="603FDA90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1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1</w:t>
                  </w:r>
                </w:p>
              </w:tc>
              <w:tc>
                <w:tcPr>
                  <w:tcW w:w="826" w:type="dxa"/>
                  <w:vAlign w:val="center"/>
                </w:tcPr>
                <w:p w14:paraId="2AB18DD4" w14:textId="475DE415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1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2</w:t>
                  </w:r>
                </w:p>
              </w:tc>
              <w:tc>
                <w:tcPr>
                  <w:tcW w:w="1149" w:type="dxa"/>
                  <w:vAlign w:val="center"/>
                </w:tcPr>
                <w:p w14:paraId="2C5488A7" w14:textId="542C36E9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R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6.1</w:t>
                  </w:r>
                </w:p>
              </w:tc>
            </w:tr>
            <w:tr w:rsidR="00CB19CC" w:rsidRPr="00F44E56" w14:paraId="0F04F59A" w14:textId="67822462" w:rsidTr="003075EB">
              <w:trPr>
                <w:trHeight w:val="510"/>
              </w:trPr>
              <w:tc>
                <w:tcPr>
                  <w:tcW w:w="2610" w:type="dxa"/>
                  <w:vAlign w:val="center"/>
                </w:tcPr>
                <w:p w14:paraId="2B199BD6" w14:textId="139DAB66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3CEB6562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2D9D24CA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0C3E5233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4DE41D35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434165D0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26" w:type="dxa"/>
                  <w:vAlign w:val="center"/>
                </w:tcPr>
                <w:p w14:paraId="64528104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458D7909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CB19CC" w:rsidRPr="00F44E56" w14:paraId="0BE207C4" w14:textId="43DFDF90" w:rsidTr="003075EB">
              <w:trPr>
                <w:trHeight w:val="510"/>
              </w:trPr>
              <w:tc>
                <w:tcPr>
                  <w:tcW w:w="2610" w:type="dxa"/>
                  <w:vAlign w:val="center"/>
                </w:tcPr>
                <w:p w14:paraId="4C4EBBC2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73EE9370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229B3583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11CB406F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3D739E0B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1782DCEC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26" w:type="dxa"/>
                  <w:vAlign w:val="center"/>
                </w:tcPr>
                <w:p w14:paraId="602A2434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62A72FA6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CB19CC" w:rsidRPr="00F44E56" w14:paraId="18F58DFE" w14:textId="0623B8EA" w:rsidTr="003075EB">
              <w:trPr>
                <w:trHeight w:val="510"/>
              </w:trPr>
              <w:tc>
                <w:tcPr>
                  <w:tcW w:w="2610" w:type="dxa"/>
                  <w:vAlign w:val="center"/>
                </w:tcPr>
                <w:p w14:paraId="7950B01C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79AF51E0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55E50086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5E29541A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728C63A7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0ED7E153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26" w:type="dxa"/>
                  <w:vAlign w:val="center"/>
                </w:tcPr>
                <w:p w14:paraId="7CECA11E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08A1305B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</w:tbl>
          <w:bookmarkEnd w:id="1"/>
          <w:p w14:paraId="186DB4A4" w14:textId="6A159B19" w:rsidR="004D1A7A" w:rsidRPr="003075EB" w:rsidRDefault="004D1A7A" w:rsidP="002C228F">
            <w:pPr>
              <w:ind w:firstLineChars="200" w:firstLine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  <w:r w:rsidR="00CB19C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（補助対象物の発注日）</w:t>
            </w:r>
          </w:p>
          <w:p w14:paraId="43B7A728" w14:textId="1B69F024" w:rsidR="004D1A7A" w:rsidRPr="003075EB" w:rsidRDefault="004D1A7A" w:rsidP="000D7C60">
            <w:pPr>
              <w:ind w:leftChars="200" w:left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完了(予定)日：令和　　　年　　　月　　　日</w:t>
            </w:r>
            <w:r w:rsidR="00CB19C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（補助対象経費の支払完了日）</w:t>
            </w:r>
          </w:p>
          <w:p w14:paraId="153CB22E" w14:textId="7746CE58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※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令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和</w:t>
            </w:r>
            <w:r w:rsidR="00BF06C7"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６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年</w:t>
            </w:r>
            <w:r w:rsidR="00624B67"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１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月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３１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日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（</w:t>
            </w:r>
            <w:r w:rsidR="00BF06C7"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水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）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ま</w:t>
            </w:r>
            <w:r w:rsidRPr="00F44E56">
              <w:rPr>
                <w:rFonts w:asciiTheme="minorEastAsia" w:eastAsiaTheme="minorEastAsia" w:hAnsiTheme="minorEastAsia" w:hint="eastAsia"/>
              </w:rPr>
              <w:t>でに</w:t>
            </w:r>
            <w:r w:rsidRPr="00F44E56">
              <w:rPr>
                <w:rFonts w:asciiTheme="minorEastAsia" w:eastAsiaTheme="minorEastAsia" w:hAnsiTheme="minorEastAsia"/>
              </w:rPr>
              <w:t>事業を完了させる</w:t>
            </w:r>
            <w:r w:rsidRPr="00F44E56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F44E56">
              <w:rPr>
                <w:rFonts w:asciiTheme="minorEastAsia" w:eastAsiaTheme="minorEastAsia" w:hAnsiTheme="minorEastAsia"/>
              </w:rPr>
              <w:t>。</w:t>
            </w:r>
          </w:p>
          <w:p w14:paraId="7794907B" w14:textId="1BCFFD7F" w:rsidR="007A7F12" w:rsidRPr="00F44E56" w:rsidRDefault="007A7F12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</w:tc>
      </w:tr>
    </w:tbl>
    <w:p w14:paraId="23862D27" w14:textId="77777777" w:rsidR="004D1A7A" w:rsidRPr="00F44E56" w:rsidRDefault="004D1A7A" w:rsidP="008A1CDC">
      <w:pPr>
        <w:rPr>
          <w:rFonts w:asciiTheme="minorEastAsia" w:eastAsiaTheme="minorEastAsia" w:hAnsiTheme="minorEastAsia"/>
        </w:rPr>
      </w:pPr>
    </w:p>
    <w:sectPr w:rsidR="004D1A7A" w:rsidRPr="00F44E56" w:rsidSect="00442545">
      <w:headerReference w:type="default" r:id="rId7"/>
      <w:footerReference w:type="default" r:id="rId8"/>
      <w:headerReference w:type="first" r:id="rId9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C8D4A" w14:textId="77777777" w:rsidR="007656C6" w:rsidRDefault="007656C6" w:rsidP="001304CE">
      <w:r>
        <w:separator/>
      </w:r>
    </w:p>
  </w:endnote>
  <w:endnote w:type="continuationSeparator" w:id="0">
    <w:p w14:paraId="6A9DA2A1" w14:textId="77777777" w:rsidR="007656C6" w:rsidRDefault="007656C6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1A7E5178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F25E59" w:rsidRPr="00F25E59">
          <w:rPr>
            <w:noProof/>
            <w:lang w:val="ja-JP"/>
          </w:rPr>
          <w:t>4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B043F" w14:textId="77777777" w:rsidR="007656C6" w:rsidRDefault="007656C6" w:rsidP="001304CE">
      <w:r>
        <w:separator/>
      </w:r>
    </w:p>
  </w:footnote>
  <w:footnote w:type="continuationSeparator" w:id="0">
    <w:p w14:paraId="3B5170B8" w14:textId="77777777" w:rsidR="007656C6" w:rsidRDefault="007656C6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A8BAC" w14:textId="6D8D8F0F" w:rsidR="00C13A64" w:rsidRDefault="00C13A64">
    <w:pPr>
      <w:pStyle w:val="a3"/>
    </w:pPr>
    <w:r>
      <w:rPr>
        <w:rFonts w:hint="eastAsia"/>
      </w:rPr>
      <w:t>（様式第</w:t>
    </w:r>
    <w:r w:rsidR="00741E2C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</w:t>
    </w:r>
    <w:r w:rsidR="00E76BE2">
      <w:rPr>
        <w:rFonts w:hint="eastAsia"/>
      </w:rPr>
      <w:t>別紙３</w:t>
    </w:r>
    <w:r>
      <w:rPr>
        <w:rFonts w:hint="eastAsia"/>
      </w:rPr>
      <w:t>）</w:t>
    </w:r>
    <w:r w:rsidR="00E3119D">
      <w:rPr>
        <w:rFonts w:hint="eastAsia"/>
      </w:rPr>
      <w:t xml:space="preserve">　　　　　　　　　　　　　　　　　　　　　　　　　　　　　（</w:t>
    </w:r>
    <w:r w:rsidR="00BF06C7">
      <w:rPr>
        <w:rFonts w:hint="eastAsia"/>
      </w:rPr>
      <w:t>第３期</w:t>
    </w:r>
    <w:r w:rsidR="00E3119D"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A15B4" w14:textId="671BCC85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</w:t>
    </w:r>
    <w:r w:rsidR="00E76BE2">
      <w:rPr>
        <w:rFonts w:hint="eastAsia"/>
      </w:rPr>
      <w:t>別紙３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3535"/>
    <w:multiLevelType w:val="hybridMultilevel"/>
    <w:tmpl w:val="15CC7B8E"/>
    <w:lvl w:ilvl="0" w:tplc="AD8C5F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436AAE"/>
    <w:multiLevelType w:val="hybridMultilevel"/>
    <w:tmpl w:val="B59A427C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B90137"/>
    <w:multiLevelType w:val="hybridMultilevel"/>
    <w:tmpl w:val="AE10084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33A33991"/>
    <w:multiLevelType w:val="hybridMultilevel"/>
    <w:tmpl w:val="839095AE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FC5524"/>
    <w:multiLevelType w:val="hybridMultilevel"/>
    <w:tmpl w:val="250CB426"/>
    <w:lvl w:ilvl="0" w:tplc="25B603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A80BF2"/>
    <w:multiLevelType w:val="hybridMultilevel"/>
    <w:tmpl w:val="DC787C2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B73B89"/>
    <w:multiLevelType w:val="hybridMultilevel"/>
    <w:tmpl w:val="7884C9FA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645602B"/>
    <w:multiLevelType w:val="hybridMultilevel"/>
    <w:tmpl w:val="0E5C6508"/>
    <w:lvl w:ilvl="0" w:tplc="1A14B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CD1A67"/>
    <w:multiLevelType w:val="hybridMultilevel"/>
    <w:tmpl w:val="1DC21AE8"/>
    <w:lvl w:ilvl="0" w:tplc="EF148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241FAB"/>
    <w:multiLevelType w:val="hybridMultilevel"/>
    <w:tmpl w:val="D8CEF402"/>
    <w:lvl w:ilvl="0" w:tplc="198E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F5B1AAD"/>
    <w:multiLevelType w:val="hybridMultilevel"/>
    <w:tmpl w:val="76F06424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02141"/>
    <w:rsid w:val="000055CD"/>
    <w:rsid w:val="0001523A"/>
    <w:rsid w:val="0002196B"/>
    <w:rsid w:val="00032EDA"/>
    <w:rsid w:val="00037BAE"/>
    <w:rsid w:val="0004587A"/>
    <w:rsid w:val="000531C6"/>
    <w:rsid w:val="00053AE4"/>
    <w:rsid w:val="00055727"/>
    <w:rsid w:val="00056A42"/>
    <w:rsid w:val="0006789B"/>
    <w:rsid w:val="000819E5"/>
    <w:rsid w:val="00097712"/>
    <w:rsid w:val="00097E35"/>
    <w:rsid w:val="000A54ED"/>
    <w:rsid w:val="000B45EF"/>
    <w:rsid w:val="000C02F3"/>
    <w:rsid w:val="000C6DEB"/>
    <w:rsid w:val="000D0954"/>
    <w:rsid w:val="000E0DE7"/>
    <w:rsid w:val="000E7FD2"/>
    <w:rsid w:val="000F5E4B"/>
    <w:rsid w:val="00102CE9"/>
    <w:rsid w:val="0010359F"/>
    <w:rsid w:val="00103C76"/>
    <w:rsid w:val="0011708B"/>
    <w:rsid w:val="00120AAB"/>
    <w:rsid w:val="00130470"/>
    <w:rsid w:val="001304CE"/>
    <w:rsid w:val="001453B6"/>
    <w:rsid w:val="00153920"/>
    <w:rsid w:val="0015641E"/>
    <w:rsid w:val="00162283"/>
    <w:rsid w:val="00165666"/>
    <w:rsid w:val="00167520"/>
    <w:rsid w:val="0017529C"/>
    <w:rsid w:val="0017554B"/>
    <w:rsid w:val="0017606C"/>
    <w:rsid w:val="00196348"/>
    <w:rsid w:val="0019660A"/>
    <w:rsid w:val="00196665"/>
    <w:rsid w:val="001A4892"/>
    <w:rsid w:val="001A6443"/>
    <w:rsid w:val="001B5784"/>
    <w:rsid w:val="001B6A4D"/>
    <w:rsid w:val="001E5A2A"/>
    <w:rsid w:val="001E70F1"/>
    <w:rsid w:val="00201716"/>
    <w:rsid w:val="00202A62"/>
    <w:rsid w:val="00203FFA"/>
    <w:rsid w:val="0020519F"/>
    <w:rsid w:val="00205555"/>
    <w:rsid w:val="00210BA1"/>
    <w:rsid w:val="0021118E"/>
    <w:rsid w:val="00213565"/>
    <w:rsid w:val="002179F6"/>
    <w:rsid w:val="00220652"/>
    <w:rsid w:val="00220F13"/>
    <w:rsid w:val="00221706"/>
    <w:rsid w:val="002250CA"/>
    <w:rsid w:val="00242A56"/>
    <w:rsid w:val="00251755"/>
    <w:rsid w:val="002659BF"/>
    <w:rsid w:val="002668E9"/>
    <w:rsid w:val="0027099A"/>
    <w:rsid w:val="002839FF"/>
    <w:rsid w:val="002925AC"/>
    <w:rsid w:val="00295E20"/>
    <w:rsid w:val="002A46B7"/>
    <w:rsid w:val="002A65BC"/>
    <w:rsid w:val="002A7BB2"/>
    <w:rsid w:val="002B574C"/>
    <w:rsid w:val="002B68EF"/>
    <w:rsid w:val="002C228F"/>
    <w:rsid w:val="002D25ED"/>
    <w:rsid w:val="002D4A4E"/>
    <w:rsid w:val="002D50AB"/>
    <w:rsid w:val="002D5D66"/>
    <w:rsid w:val="002D735A"/>
    <w:rsid w:val="002E1888"/>
    <w:rsid w:val="002E2068"/>
    <w:rsid w:val="002E6032"/>
    <w:rsid w:val="002F2298"/>
    <w:rsid w:val="002F59D9"/>
    <w:rsid w:val="00300014"/>
    <w:rsid w:val="0030560E"/>
    <w:rsid w:val="003075EB"/>
    <w:rsid w:val="003077EB"/>
    <w:rsid w:val="00316534"/>
    <w:rsid w:val="00321ABF"/>
    <w:rsid w:val="00331665"/>
    <w:rsid w:val="00333653"/>
    <w:rsid w:val="00336D23"/>
    <w:rsid w:val="00337774"/>
    <w:rsid w:val="00340D60"/>
    <w:rsid w:val="00340FBB"/>
    <w:rsid w:val="00345D25"/>
    <w:rsid w:val="00353EA3"/>
    <w:rsid w:val="0035616C"/>
    <w:rsid w:val="00357D95"/>
    <w:rsid w:val="0036125B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0104D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53E49"/>
    <w:rsid w:val="00460CBB"/>
    <w:rsid w:val="0046117D"/>
    <w:rsid w:val="004650E1"/>
    <w:rsid w:val="00481E6C"/>
    <w:rsid w:val="00491748"/>
    <w:rsid w:val="00493289"/>
    <w:rsid w:val="00494005"/>
    <w:rsid w:val="004A1445"/>
    <w:rsid w:val="004A2517"/>
    <w:rsid w:val="004A6A17"/>
    <w:rsid w:val="004B1C34"/>
    <w:rsid w:val="004C03AC"/>
    <w:rsid w:val="004C5271"/>
    <w:rsid w:val="004D1A7A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502E8"/>
    <w:rsid w:val="00561978"/>
    <w:rsid w:val="00561EA2"/>
    <w:rsid w:val="0057069D"/>
    <w:rsid w:val="00574BEC"/>
    <w:rsid w:val="005906F9"/>
    <w:rsid w:val="00594066"/>
    <w:rsid w:val="00596AA1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1468"/>
    <w:rsid w:val="0061484B"/>
    <w:rsid w:val="00624B67"/>
    <w:rsid w:val="00633808"/>
    <w:rsid w:val="00634234"/>
    <w:rsid w:val="00636657"/>
    <w:rsid w:val="00640635"/>
    <w:rsid w:val="00642F67"/>
    <w:rsid w:val="0064464B"/>
    <w:rsid w:val="0065150C"/>
    <w:rsid w:val="00652EC8"/>
    <w:rsid w:val="0067262B"/>
    <w:rsid w:val="00676954"/>
    <w:rsid w:val="00676F3D"/>
    <w:rsid w:val="00686E03"/>
    <w:rsid w:val="00691E26"/>
    <w:rsid w:val="00692E9C"/>
    <w:rsid w:val="00695DEB"/>
    <w:rsid w:val="006E24F6"/>
    <w:rsid w:val="006F7F13"/>
    <w:rsid w:val="007101CE"/>
    <w:rsid w:val="007110F9"/>
    <w:rsid w:val="00720B76"/>
    <w:rsid w:val="00727546"/>
    <w:rsid w:val="007277F7"/>
    <w:rsid w:val="00732053"/>
    <w:rsid w:val="00741E2C"/>
    <w:rsid w:val="00742BA9"/>
    <w:rsid w:val="00746350"/>
    <w:rsid w:val="00747C9D"/>
    <w:rsid w:val="00757742"/>
    <w:rsid w:val="00764BE3"/>
    <w:rsid w:val="00764EB2"/>
    <w:rsid w:val="00765239"/>
    <w:rsid w:val="007656C6"/>
    <w:rsid w:val="00770C27"/>
    <w:rsid w:val="00771464"/>
    <w:rsid w:val="00777067"/>
    <w:rsid w:val="00784F96"/>
    <w:rsid w:val="007859C2"/>
    <w:rsid w:val="0079354C"/>
    <w:rsid w:val="007948D9"/>
    <w:rsid w:val="007A7F12"/>
    <w:rsid w:val="007C320C"/>
    <w:rsid w:val="007C5877"/>
    <w:rsid w:val="007D241E"/>
    <w:rsid w:val="007D742F"/>
    <w:rsid w:val="007F1885"/>
    <w:rsid w:val="007F6D1E"/>
    <w:rsid w:val="00800BE2"/>
    <w:rsid w:val="00821196"/>
    <w:rsid w:val="00827E5A"/>
    <w:rsid w:val="00832356"/>
    <w:rsid w:val="00834178"/>
    <w:rsid w:val="00837397"/>
    <w:rsid w:val="0084769B"/>
    <w:rsid w:val="0085125D"/>
    <w:rsid w:val="00863DA5"/>
    <w:rsid w:val="008669FC"/>
    <w:rsid w:val="00870F43"/>
    <w:rsid w:val="00876D12"/>
    <w:rsid w:val="008A151C"/>
    <w:rsid w:val="008A1CDC"/>
    <w:rsid w:val="008A5CE6"/>
    <w:rsid w:val="008B1163"/>
    <w:rsid w:val="008B5A3B"/>
    <w:rsid w:val="008B66B9"/>
    <w:rsid w:val="008B7D06"/>
    <w:rsid w:val="008C1401"/>
    <w:rsid w:val="008C25DF"/>
    <w:rsid w:val="008C63D7"/>
    <w:rsid w:val="008D1BFA"/>
    <w:rsid w:val="008D27FF"/>
    <w:rsid w:val="008D5D28"/>
    <w:rsid w:val="008D7F00"/>
    <w:rsid w:val="008E7341"/>
    <w:rsid w:val="008F270F"/>
    <w:rsid w:val="008F7ED5"/>
    <w:rsid w:val="00904972"/>
    <w:rsid w:val="00904B3E"/>
    <w:rsid w:val="009121FC"/>
    <w:rsid w:val="00914828"/>
    <w:rsid w:val="00916C9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D2611"/>
    <w:rsid w:val="009F17CE"/>
    <w:rsid w:val="009F4F47"/>
    <w:rsid w:val="00A039A5"/>
    <w:rsid w:val="00A11E92"/>
    <w:rsid w:val="00A23D9C"/>
    <w:rsid w:val="00A25DFC"/>
    <w:rsid w:val="00A4443E"/>
    <w:rsid w:val="00A45DB2"/>
    <w:rsid w:val="00A5224F"/>
    <w:rsid w:val="00A526A0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1B20"/>
    <w:rsid w:val="00AD42C7"/>
    <w:rsid w:val="00AE4E73"/>
    <w:rsid w:val="00AF2F65"/>
    <w:rsid w:val="00AF34D6"/>
    <w:rsid w:val="00AF37FE"/>
    <w:rsid w:val="00AF7A2A"/>
    <w:rsid w:val="00AF7CBC"/>
    <w:rsid w:val="00B17B6F"/>
    <w:rsid w:val="00B204B2"/>
    <w:rsid w:val="00B21E30"/>
    <w:rsid w:val="00B23177"/>
    <w:rsid w:val="00B262E7"/>
    <w:rsid w:val="00B265A2"/>
    <w:rsid w:val="00B31FC4"/>
    <w:rsid w:val="00B33C9B"/>
    <w:rsid w:val="00B41ACA"/>
    <w:rsid w:val="00B430BB"/>
    <w:rsid w:val="00B50EAE"/>
    <w:rsid w:val="00B53FFA"/>
    <w:rsid w:val="00B64D5A"/>
    <w:rsid w:val="00B663C3"/>
    <w:rsid w:val="00B70152"/>
    <w:rsid w:val="00B7590F"/>
    <w:rsid w:val="00B81A8F"/>
    <w:rsid w:val="00B87A02"/>
    <w:rsid w:val="00B96D1A"/>
    <w:rsid w:val="00BA59A1"/>
    <w:rsid w:val="00BB1338"/>
    <w:rsid w:val="00BB5BCC"/>
    <w:rsid w:val="00BB7FAC"/>
    <w:rsid w:val="00BC3465"/>
    <w:rsid w:val="00BC77BB"/>
    <w:rsid w:val="00BE2EFD"/>
    <w:rsid w:val="00BE2FEA"/>
    <w:rsid w:val="00BE6679"/>
    <w:rsid w:val="00BF06C7"/>
    <w:rsid w:val="00BF34A4"/>
    <w:rsid w:val="00BF3BC3"/>
    <w:rsid w:val="00BF4BFC"/>
    <w:rsid w:val="00BF6882"/>
    <w:rsid w:val="00BF792A"/>
    <w:rsid w:val="00C10586"/>
    <w:rsid w:val="00C1175D"/>
    <w:rsid w:val="00C13A64"/>
    <w:rsid w:val="00C155B9"/>
    <w:rsid w:val="00C25184"/>
    <w:rsid w:val="00C310E3"/>
    <w:rsid w:val="00C32764"/>
    <w:rsid w:val="00C3278A"/>
    <w:rsid w:val="00C433E4"/>
    <w:rsid w:val="00C51F14"/>
    <w:rsid w:val="00C63478"/>
    <w:rsid w:val="00C716AD"/>
    <w:rsid w:val="00C7430D"/>
    <w:rsid w:val="00C757E2"/>
    <w:rsid w:val="00C82084"/>
    <w:rsid w:val="00CA19C3"/>
    <w:rsid w:val="00CB01A5"/>
    <w:rsid w:val="00CB093F"/>
    <w:rsid w:val="00CB19CC"/>
    <w:rsid w:val="00CB3003"/>
    <w:rsid w:val="00CD6E4E"/>
    <w:rsid w:val="00CE6EBC"/>
    <w:rsid w:val="00D04D31"/>
    <w:rsid w:val="00D101CC"/>
    <w:rsid w:val="00D1308D"/>
    <w:rsid w:val="00D15D30"/>
    <w:rsid w:val="00D2047B"/>
    <w:rsid w:val="00D234C0"/>
    <w:rsid w:val="00D33BB4"/>
    <w:rsid w:val="00D365F1"/>
    <w:rsid w:val="00D368BE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33C7"/>
    <w:rsid w:val="00DA45C0"/>
    <w:rsid w:val="00DB35D2"/>
    <w:rsid w:val="00DC41DC"/>
    <w:rsid w:val="00DC607B"/>
    <w:rsid w:val="00DD010C"/>
    <w:rsid w:val="00DD3EA3"/>
    <w:rsid w:val="00DD41A0"/>
    <w:rsid w:val="00DE4DF8"/>
    <w:rsid w:val="00DF41D7"/>
    <w:rsid w:val="00E17A79"/>
    <w:rsid w:val="00E17F54"/>
    <w:rsid w:val="00E3119D"/>
    <w:rsid w:val="00E32C83"/>
    <w:rsid w:val="00E36C6A"/>
    <w:rsid w:val="00E540FF"/>
    <w:rsid w:val="00E5776A"/>
    <w:rsid w:val="00E66DC1"/>
    <w:rsid w:val="00E70203"/>
    <w:rsid w:val="00E73F58"/>
    <w:rsid w:val="00E76BE2"/>
    <w:rsid w:val="00E84135"/>
    <w:rsid w:val="00E84450"/>
    <w:rsid w:val="00E93834"/>
    <w:rsid w:val="00E94CB6"/>
    <w:rsid w:val="00EA2691"/>
    <w:rsid w:val="00EA5F72"/>
    <w:rsid w:val="00EB0436"/>
    <w:rsid w:val="00EB422D"/>
    <w:rsid w:val="00EC0FF8"/>
    <w:rsid w:val="00EC5652"/>
    <w:rsid w:val="00EC7054"/>
    <w:rsid w:val="00EC7BFD"/>
    <w:rsid w:val="00ED1479"/>
    <w:rsid w:val="00ED1E19"/>
    <w:rsid w:val="00ED2536"/>
    <w:rsid w:val="00ED70D9"/>
    <w:rsid w:val="00EF3E09"/>
    <w:rsid w:val="00F0212F"/>
    <w:rsid w:val="00F067CC"/>
    <w:rsid w:val="00F24B0A"/>
    <w:rsid w:val="00F25E59"/>
    <w:rsid w:val="00F34B35"/>
    <w:rsid w:val="00F44E56"/>
    <w:rsid w:val="00F721B2"/>
    <w:rsid w:val="00F72753"/>
    <w:rsid w:val="00F810FC"/>
    <w:rsid w:val="00F8415E"/>
    <w:rsid w:val="00F87299"/>
    <w:rsid w:val="00F930DB"/>
    <w:rsid w:val="00FA0DC6"/>
    <w:rsid w:val="00FA35A7"/>
    <w:rsid w:val="00FC782C"/>
    <w:rsid w:val="00FD0525"/>
    <w:rsid w:val="00FF3FA2"/>
    <w:rsid w:val="00FF413D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005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Windows ユーザー</cp:lastModifiedBy>
  <cp:revision>14</cp:revision>
  <cp:lastPrinted>2023-06-15T04:26:00Z</cp:lastPrinted>
  <dcterms:created xsi:type="dcterms:W3CDTF">2022-06-20T07:29:00Z</dcterms:created>
  <dcterms:modified xsi:type="dcterms:W3CDTF">2023-06-19T01:51:00Z</dcterms:modified>
</cp:coreProperties>
</file>